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CC754" w14:textId="77777777" w:rsidR="00EF0911" w:rsidRPr="00526B18" w:rsidRDefault="00EF0911" w:rsidP="00EF0911">
      <w:pPr>
        <w:pStyle w:val="Flietext"/>
        <w:spacing w:after="180" w:line="288" w:lineRule="auto"/>
        <w:ind w:right="0"/>
        <w:rPr>
          <w:rFonts w:ascii="Gill Alt One MT Light" w:hAnsi="Gill Alt One MT Light"/>
        </w:rPr>
      </w:pPr>
      <w:r w:rsidRPr="00526B18">
        <w:rPr>
          <w:rFonts w:ascii="Gill Alt One MT Light" w:hAnsi="Gill Alt One MT Light"/>
        </w:rPr>
        <w:t xml:space="preserve">Eine Information der SensoPart Industriesensorik GmbH, Gottenheim bei Freiburg/Breisgau </w:t>
      </w:r>
    </w:p>
    <w:p w14:paraId="3F57D521" w14:textId="77777777" w:rsidR="007705DC" w:rsidRDefault="007705DC" w:rsidP="00E80F53">
      <w:pPr>
        <w:pStyle w:val="Flietext"/>
        <w:spacing w:line="288" w:lineRule="auto"/>
        <w:ind w:right="0"/>
        <w:jc w:val="left"/>
        <w:rPr>
          <w:rFonts w:ascii="Gill Alt One MT" w:hAnsi="Gill Alt One MT"/>
          <w:b/>
          <w:bCs/>
          <w:sz w:val="28"/>
          <w:szCs w:val="14"/>
        </w:rPr>
      </w:pPr>
      <w:bookmarkStart w:id="0" w:name="_GoBack"/>
      <w:bookmarkEnd w:id="0"/>
    </w:p>
    <w:p w14:paraId="2798373F" w14:textId="47816ADB" w:rsidR="00911B23" w:rsidRDefault="00D43DF2" w:rsidP="00EF0911">
      <w:pPr>
        <w:pStyle w:val="Flietext"/>
        <w:spacing w:after="180" w:line="288" w:lineRule="auto"/>
        <w:ind w:right="0"/>
        <w:jc w:val="left"/>
        <w:rPr>
          <w:rFonts w:ascii="Gill Alt One MT" w:hAnsi="Gill Alt One MT"/>
          <w:b/>
          <w:bCs/>
          <w:sz w:val="28"/>
          <w:szCs w:val="14"/>
        </w:rPr>
      </w:pPr>
      <w:r>
        <w:rPr>
          <w:rFonts w:ascii="Gill Alt One MT" w:hAnsi="Gill Alt One MT"/>
          <w:b/>
          <w:bCs/>
          <w:sz w:val="28"/>
          <w:szCs w:val="14"/>
        </w:rPr>
        <w:t>Mit</w:t>
      </w:r>
      <w:r w:rsidR="00762A97">
        <w:rPr>
          <w:rFonts w:ascii="Gill Alt One MT" w:hAnsi="Gill Alt One MT"/>
          <w:b/>
          <w:bCs/>
          <w:sz w:val="28"/>
          <w:szCs w:val="14"/>
        </w:rPr>
        <w:t xml:space="preserve"> SensoPart</w:t>
      </w:r>
      <w:r w:rsidR="00505CEB">
        <w:rPr>
          <w:rFonts w:ascii="Gill Alt One MT" w:hAnsi="Gill Alt One MT"/>
          <w:b/>
          <w:bCs/>
          <w:sz w:val="28"/>
          <w:szCs w:val="14"/>
        </w:rPr>
        <w:t xml:space="preserve"> </w:t>
      </w:r>
      <w:r>
        <w:rPr>
          <w:rFonts w:ascii="Gill Alt One MT" w:hAnsi="Gill Alt One MT"/>
          <w:b/>
          <w:bCs/>
          <w:sz w:val="28"/>
          <w:szCs w:val="14"/>
        </w:rPr>
        <w:t>fürs Leben lernen</w:t>
      </w:r>
    </w:p>
    <w:p w14:paraId="6E5752C4" w14:textId="7AE75534" w:rsidR="00F27F6B" w:rsidRDefault="008A7336" w:rsidP="00392293">
      <w:pPr>
        <w:pStyle w:val="berschrift3SP"/>
        <w:spacing w:after="200"/>
      </w:pPr>
      <w:r>
        <w:t>Gottenheim,</w:t>
      </w:r>
      <w:r w:rsidR="00222432">
        <w:t xml:space="preserve"> </w:t>
      </w:r>
      <w:r w:rsidR="00D43DF2">
        <w:t>Juli</w:t>
      </w:r>
      <w:r>
        <w:t xml:space="preserve"> 201</w:t>
      </w:r>
      <w:r w:rsidR="00085B78">
        <w:t>8</w:t>
      </w:r>
      <w:r>
        <w:t xml:space="preserve"> – </w:t>
      </w:r>
      <w:r w:rsidR="00602254">
        <w:t>Seit fünf Jahren unterstützt der Sensorhersteller</w:t>
      </w:r>
      <w:r w:rsidR="00F00F1F">
        <w:t xml:space="preserve"> </w:t>
      </w:r>
      <w:r w:rsidR="00085B78">
        <w:t xml:space="preserve">SensoPart </w:t>
      </w:r>
      <w:r w:rsidR="00602254">
        <w:t xml:space="preserve">Schüler des Breisacher Martin-Schongauer-Gymnasiums </w:t>
      </w:r>
      <w:r w:rsidR="007C0692">
        <w:t>im Rahmen einer Bildungspartnerschaft</w:t>
      </w:r>
      <w:r w:rsidR="00602254">
        <w:t xml:space="preserve">. </w:t>
      </w:r>
      <w:r w:rsidR="008179F1">
        <w:t>Bei</w:t>
      </w:r>
      <w:r w:rsidR="007C0692">
        <w:t xml:space="preserve"> einer Betriebsbesichtigung</w:t>
      </w:r>
      <w:r w:rsidR="00602254">
        <w:t xml:space="preserve"> im Werk Gottenheim </w:t>
      </w:r>
      <w:r w:rsidR="00565FEA">
        <w:t xml:space="preserve">am 17. Juli </w:t>
      </w:r>
      <w:r w:rsidR="007C0692">
        <w:t>erhielten</w:t>
      </w:r>
      <w:r w:rsidR="00076129">
        <w:t xml:space="preserve"> sechs </w:t>
      </w:r>
      <w:r w:rsidR="003E5D06">
        <w:t>Zehntklässler</w:t>
      </w:r>
      <w:r w:rsidR="007C0692">
        <w:t xml:space="preserve"> Einblick in die moderne Sensorik und die Abläufe in einem Industriebetrieb.</w:t>
      </w:r>
    </w:p>
    <w:p w14:paraId="18DADD99" w14:textId="1F8BD3E0" w:rsidR="00076129" w:rsidRDefault="00FE0140" w:rsidP="00076129">
      <w:r>
        <w:t>"Nicht für</w:t>
      </w:r>
      <w:r w:rsidR="00C314E7">
        <w:t xml:space="preserve"> die Schule</w:t>
      </w:r>
      <w:r>
        <w:t xml:space="preserve">, sondern für </w:t>
      </w:r>
      <w:r w:rsidR="00C314E7">
        <w:t>das Leben</w:t>
      </w:r>
      <w:r>
        <w:t xml:space="preserve"> lernen wir", </w:t>
      </w:r>
      <w:r w:rsidR="00C314E7">
        <w:t xml:space="preserve">lautet eine </w:t>
      </w:r>
      <w:r w:rsidR="00076129">
        <w:t>bekannte</w:t>
      </w:r>
      <w:r w:rsidR="00C314E7">
        <w:t xml:space="preserve"> </w:t>
      </w:r>
      <w:r w:rsidR="00797711">
        <w:t>Schul</w:t>
      </w:r>
      <w:r w:rsidR="00C314E7">
        <w:t>weisheit</w:t>
      </w:r>
      <w:r w:rsidR="00797711">
        <w:t xml:space="preserve">. </w:t>
      </w:r>
      <w:r w:rsidR="00DA4AD8">
        <w:t>Dazu gehört</w:t>
      </w:r>
      <w:r w:rsidR="0058305F">
        <w:t xml:space="preserve"> </w:t>
      </w:r>
      <w:r w:rsidR="003E5D06">
        <w:t>auch</w:t>
      </w:r>
      <w:r w:rsidR="00C314E7">
        <w:t xml:space="preserve">, </w:t>
      </w:r>
      <w:r>
        <w:t>Schüler an die Arbeitswelt heranzuführen</w:t>
      </w:r>
      <w:r w:rsidR="00635DFE">
        <w:t xml:space="preserve"> und </w:t>
      </w:r>
      <w:r w:rsidR="00C17D2D">
        <w:t>sie auf den Übergang in</w:t>
      </w:r>
      <w:r w:rsidR="00561B17">
        <w:t xml:space="preserve"> ihr späteres</w:t>
      </w:r>
      <w:r w:rsidR="00C17D2D">
        <w:t xml:space="preserve"> Berufsleben vorzubereiten</w:t>
      </w:r>
      <w:r>
        <w:t xml:space="preserve">. </w:t>
      </w:r>
      <w:r w:rsidR="00C17D2D">
        <w:t xml:space="preserve">Diesem Ziel dienen </w:t>
      </w:r>
      <w:r w:rsidR="00E21781">
        <w:t xml:space="preserve">sogenannte </w:t>
      </w:r>
      <w:r w:rsidR="00C17D2D">
        <w:t xml:space="preserve">Bildungspartnerschaften zwischen </w:t>
      </w:r>
      <w:r w:rsidR="00362A22">
        <w:t xml:space="preserve">einzelnen </w:t>
      </w:r>
      <w:r w:rsidR="00C17D2D">
        <w:t>Schulen und Industrieunternehmen</w:t>
      </w:r>
      <w:r w:rsidR="00801032">
        <w:t>, die auf der Grundlage einer Ver</w:t>
      </w:r>
      <w:r w:rsidR="00362A22">
        <w:t>einbarung zwischen der Landesregier</w:t>
      </w:r>
      <w:r w:rsidR="00801032">
        <w:t>ung und Unternehmensverbänden geschlossen werden</w:t>
      </w:r>
      <w:r w:rsidR="00E21781">
        <w:t>.</w:t>
      </w:r>
      <w:r w:rsidR="00797711">
        <w:t xml:space="preserve"> </w:t>
      </w:r>
      <w:r w:rsidR="00982925">
        <w:t xml:space="preserve">Eine solche Partnerschaft pflegen </w:t>
      </w:r>
      <w:r w:rsidR="00797711">
        <w:t xml:space="preserve">SensoPart und das Martin-Schongauer-Gymnasium (MSG) </w:t>
      </w:r>
      <w:r w:rsidR="00982925">
        <w:t xml:space="preserve">bereits </w:t>
      </w:r>
      <w:r w:rsidR="00797711">
        <w:t xml:space="preserve">seit </w:t>
      </w:r>
      <w:r w:rsidR="00561B17">
        <w:t xml:space="preserve">dem Jahr </w:t>
      </w:r>
      <w:r w:rsidR="00E21781">
        <w:t>2013; in diesem Rahmen lädt</w:t>
      </w:r>
      <w:r w:rsidR="001B7414">
        <w:t xml:space="preserve"> der Sensorhersteller </w:t>
      </w:r>
      <w:r w:rsidR="00490096">
        <w:t>einmal jährlich</w:t>
      </w:r>
      <w:r w:rsidR="0035678D">
        <w:t xml:space="preserve"> interessierte Schülerinnen und Schüler</w:t>
      </w:r>
      <w:r w:rsidR="00490096">
        <w:t xml:space="preserve"> </w:t>
      </w:r>
      <w:r w:rsidR="00E21781">
        <w:t xml:space="preserve">zu </w:t>
      </w:r>
      <w:r w:rsidR="00490096">
        <w:t>eine</w:t>
      </w:r>
      <w:r w:rsidR="00E21781">
        <w:t>r</w:t>
      </w:r>
      <w:r w:rsidR="004B7790">
        <w:t xml:space="preserve"> </w:t>
      </w:r>
      <w:r w:rsidR="00490096">
        <w:t>Betriebsbesichtigung</w:t>
      </w:r>
      <w:r w:rsidR="00FF2485">
        <w:t xml:space="preserve"> </w:t>
      </w:r>
      <w:r w:rsidR="00E21781">
        <w:t xml:space="preserve">ein </w:t>
      </w:r>
      <w:r w:rsidR="001B7414">
        <w:t xml:space="preserve">und unterstützt </w:t>
      </w:r>
      <w:r w:rsidR="0035678D">
        <w:t xml:space="preserve">diese </w:t>
      </w:r>
      <w:r w:rsidR="003E5D06">
        <w:t>außerdem</w:t>
      </w:r>
      <w:r w:rsidR="00FF2485">
        <w:t xml:space="preserve"> bei </w:t>
      </w:r>
      <w:r w:rsidR="00F27F6B">
        <w:t>Projekt</w:t>
      </w:r>
      <w:r w:rsidR="00076129">
        <w:t>arbeit</w:t>
      </w:r>
      <w:r w:rsidR="00F27F6B">
        <w:t>en im Fach Naturwissenschaft und Technik (NWT)</w:t>
      </w:r>
      <w:r w:rsidR="00FF2485">
        <w:t>.</w:t>
      </w:r>
      <w:r w:rsidR="00A557F9">
        <w:t xml:space="preserve"> </w:t>
      </w:r>
    </w:p>
    <w:p w14:paraId="2EF6CD39" w14:textId="70B56EE5" w:rsidR="00FE0140" w:rsidRDefault="001C15DD" w:rsidP="00FE0140">
      <w:r>
        <w:t>Bei der diesjährigen Betriebsbesichtigung am</w:t>
      </w:r>
      <w:r w:rsidR="00076129">
        <w:t xml:space="preserve"> 17. Juli waren</w:t>
      </w:r>
      <w:r w:rsidR="004B7790">
        <w:t xml:space="preserve"> </w:t>
      </w:r>
      <w:r w:rsidR="00076129">
        <w:t xml:space="preserve">sechs </w:t>
      </w:r>
      <w:r w:rsidR="003E5D06">
        <w:t>Schüler der zehnten Klasse</w:t>
      </w:r>
      <w:r w:rsidR="00076129">
        <w:t xml:space="preserve"> </w:t>
      </w:r>
      <w:r w:rsidR="00982925">
        <w:t xml:space="preserve">in Begleitung ihres NWT-Lehrers </w:t>
      </w:r>
      <w:r w:rsidR="00982925" w:rsidRPr="00982925">
        <w:t xml:space="preserve">Karl-Georg Schnitzler </w:t>
      </w:r>
      <w:r w:rsidR="00076129">
        <w:t xml:space="preserve">bei SensoPart zu Gast und brachten zwei </w:t>
      </w:r>
      <w:r w:rsidR="00BD6EB3">
        <w:t xml:space="preserve">neue </w:t>
      </w:r>
      <w:r w:rsidR="00076129">
        <w:t xml:space="preserve">Projektideen mit: </w:t>
      </w:r>
      <w:r w:rsidR="0046557C">
        <w:t>den Bau</w:t>
      </w:r>
      <w:r w:rsidR="00B11FE0">
        <w:t xml:space="preserve"> </w:t>
      </w:r>
      <w:r w:rsidR="00F44318">
        <w:t>eine</w:t>
      </w:r>
      <w:r w:rsidR="0046557C">
        <w:t>r</w:t>
      </w:r>
      <w:r w:rsidR="00F44318">
        <w:t xml:space="preserve"> Laserharfe sowie </w:t>
      </w:r>
      <w:r w:rsidR="00BD6EB3">
        <w:t>ein</w:t>
      </w:r>
      <w:r w:rsidR="0046557C">
        <w:t>es</w:t>
      </w:r>
      <w:r w:rsidR="00076129">
        <w:t xml:space="preserve"> </w:t>
      </w:r>
      <w:r w:rsidR="00076129" w:rsidRPr="00076129">
        <w:t>Gerät</w:t>
      </w:r>
      <w:r w:rsidR="0046557C">
        <w:t>s</w:t>
      </w:r>
      <w:r w:rsidR="00076129" w:rsidRPr="00076129">
        <w:t xml:space="preserve"> zur Sportzeitmessung </w:t>
      </w:r>
      <w:r w:rsidR="0046557C">
        <w:t>mittels</w:t>
      </w:r>
      <w:r w:rsidR="00076129" w:rsidRPr="00076129">
        <w:t xml:space="preserve"> Lichtschranken</w:t>
      </w:r>
      <w:r w:rsidR="00076129">
        <w:t xml:space="preserve">. Für beide Projekte </w:t>
      </w:r>
      <w:r w:rsidR="00B3389F">
        <w:t xml:space="preserve">hat </w:t>
      </w:r>
      <w:r w:rsidR="00076129">
        <w:t xml:space="preserve">SensoPart die fachliche </w:t>
      </w:r>
      <w:r w:rsidR="00C37E90">
        <w:t>Betreuung</w:t>
      </w:r>
      <w:r w:rsidR="00076129">
        <w:t xml:space="preserve"> übern</w:t>
      </w:r>
      <w:r w:rsidR="00B3389F">
        <w:t>ommen</w:t>
      </w:r>
      <w:r w:rsidR="00076129">
        <w:t xml:space="preserve"> und für das </w:t>
      </w:r>
      <w:r w:rsidR="0021295F">
        <w:t>zweite</w:t>
      </w:r>
      <w:r w:rsidR="00076129">
        <w:t xml:space="preserve"> Projekt </w:t>
      </w:r>
      <w:r w:rsidR="00CE5F42">
        <w:t>außerdem</w:t>
      </w:r>
      <w:r w:rsidR="00076129" w:rsidRPr="00076129">
        <w:t xml:space="preserve"> </w:t>
      </w:r>
      <w:r w:rsidR="00EE392E">
        <w:t>geeignete</w:t>
      </w:r>
      <w:r w:rsidR="00A223FA">
        <w:t xml:space="preserve"> </w:t>
      </w:r>
      <w:r w:rsidR="00076129" w:rsidRPr="00076129">
        <w:t xml:space="preserve">Komponenten </w:t>
      </w:r>
      <w:r w:rsidR="00076129">
        <w:t xml:space="preserve">zur Verfügung </w:t>
      </w:r>
      <w:r w:rsidR="00B3389F">
        <w:t>ge</w:t>
      </w:r>
      <w:r w:rsidR="00076129">
        <w:t>stell</w:t>
      </w:r>
      <w:r w:rsidR="00B3389F">
        <w:t>t</w:t>
      </w:r>
      <w:r w:rsidR="00076129">
        <w:t xml:space="preserve">. </w:t>
      </w:r>
      <w:r w:rsidR="00A557F9">
        <w:t xml:space="preserve">"Seit Bestehen der Partnerschaft zwischen SensoPart und dem </w:t>
      </w:r>
      <w:r w:rsidR="00076129">
        <w:t xml:space="preserve">MSG </w:t>
      </w:r>
      <w:r w:rsidR="00A557F9">
        <w:t xml:space="preserve">wurden bereits </w:t>
      </w:r>
      <w:r w:rsidR="00FB10A5">
        <w:t xml:space="preserve">vier </w:t>
      </w:r>
      <w:r w:rsidR="00FF61AB">
        <w:t>solche Projekte</w:t>
      </w:r>
      <w:r w:rsidR="00A557F9">
        <w:t xml:space="preserve"> erfolgreich zum Abschluss gebracht", berichtet </w:t>
      </w:r>
      <w:r w:rsidR="00076129">
        <w:t xml:space="preserve">Manfred </w:t>
      </w:r>
      <w:proofErr w:type="spellStart"/>
      <w:r w:rsidR="00076129">
        <w:t>Wiezel</w:t>
      </w:r>
      <w:proofErr w:type="spellEnd"/>
      <w:r w:rsidR="00076129">
        <w:t>, der für die Schülerbetreuung bei SensoPart zuständig ist</w:t>
      </w:r>
      <w:r w:rsidR="00A557F9">
        <w:t>.</w:t>
      </w:r>
      <w:r w:rsidR="00E444AC">
        <w:t xml:space="preserve"> </w:t>
      </w:r>
    </w:p>
    <w:p w14:paraId="55B2F8B5" w14:textId="04D10180" w:rsidR="003503D6" w:rsidRDefault="004D0517" w:rsidP="00D953EA">
      <w:r>
        <w:t>Bei</w:t>
      </w:r>
      <w:r w:rsidR="00A223FA">
        <w:t xml:space="preserve"> ihre</w:t>
      </w:r>
      <w:r>
        <w:t>m</w:t>
      </w:r>
      <w:r w:rsidR="00A223FA">
        <w:t xml:space="preserve"> Besuch erhielten die </w:t>
      </w:r>
      <w:r w:rsidR="00C77879">
        <w:t>16-</w:t>
      </w:r>
      <w:r w:rsidR="008500D6">
        <w:t xml:space="preserve">Jährigen </w:t>
      </w:r>
      <w:r w:rsidR="00A223FA">
        <w:t xml:space="preserve">Einblick in die </w:t>
      </w:r>
      <w:r w:rsidR="00542157">
        <w:t>Arbeitsabläufe</w:t>
      </w:r>
      <w:r w:rsidR="00A223FA">
        <w:t xml:space="preserve"> bei SensoPart</w:t>
      </w:r>
      <w:r w:rsidR="00AF3AD9">
        <w:t>. Sie</w:t>
      </w:r>
      <w:r w:rsidR="00A223FA">
        <w:t xml:space="preserve"> konnten die neue</w:t>
      </w:r>
      <w:r w:rsidR="00AF3AD9">
        <w:t>, hochmoderne Produktionshalle besichtigen und</w:t>
      </w:r>
      <w:r w:rsidR="00A223FA">
        <w:t xml:space="preserve"> </w:t>
      </w:r>
      <w:r>
        <w:t xml:space="preserve">erhielten </w:t>
      </w:r>
      <w:r w:rsidR="00AF3AD9">
        <w:t>außerdem</w:t>
      </w:r>
      <w:r>
        <w:t xml:space="preserve"> Informationen</w:t>
      </w:r>
      <w:r w:rsidR="00A223FA" w:rsidRPr="00A223FA">
        <w:t xml:space="preserve"> zu Ausbildungsmöglichkeiten</w:t>
      </w:r>
      <w:r w:rsidR="00A223FA">
        <w:t>.</w:t>
      </w:r>
      <w:r w:rsidR="00A223FA" w:rsidRPr="00A223FA">
        <w:t xml:space="preserve"> </w:t>
      </w:r>
      <w:r w:rsidR="00160656">
        <w:t>"</w:t>
      </w:r>
      <w:r w:rsidR="00160656" w:rsidRPr="00160656">
        <w:t>Viele Schulabsolventen i</w:t>
      </w:r>
      <w:r w:rsidR="00654CA5">
        <w:t>n der Region</w:t>
      </w:r>
      <w:r w:rsidR="00160656" w:rsidRPr="00160656">
        <w:t xml:space="preserve"> </w:t>
      </w:r>
      <w:r w:rsidR="00160656">
        <w:t>wissen</w:t>
      </w:r>
      <w:r w:rsidR="00160656" w:rsidRPr="00160656">
        <w:t xml:space="preserve"> </w:t>
      </w:r>
      <w:r w:rsidR="00654CA5">
        <w:t xml:space="preserve">gar </w:t>
      </w:r>
      <w:r w:rsidR="00160656" w:rsidRPr="00160656">
        <w:t xml:space="preserve">nicht, dass </w:t>
      </w:r>
      <w:r w:rsidR="00160656">
        <w:t xml:space="preserve">sie </w:t>
      </w:r>
      <w:r w:rsidR="00160656" w:rsidRPr="00160656">
        <w:t>mit Senso</w:t>
      </w:r>
      <w:r w:rsidR="00B828A0">
        <w:t>P</w:t>
      </w:r>
      <w:r w:rsidR="00160656" w:rsidRPr="00160656">
        <w:t>art ein führende</w:t>
      </w:r>
      <w:r w:rsidR="00160656">
        <w:t>s</w:t>
      </w:r>
      <w:r w:rsidR="00160656" w:rsidRPr="00160656">
        <w:t xml:space="preserve"> </w:t>
      </w:r>
      <w:r w:rsidR="00B818FD">
        <w:t>Sensorik</w:t>
      </w:r>
      <w:r w:rsidR="00160656">
        <w:t>-Unternehmen quasi</w:t>
      </w:r>
      <w:r w:rsidR="00160656" w:rsidRPr="00160656">
        <w:t xml:space="preserve"> vor der Haustüre </w:t>
      </w:r>
      <w:r>
        <w:t>haben</w:t>
      </w:r>
      <w:r w:rsidR="00160656">
        <w:t>"</w:t>
      </w:r>
      <w:r>
        <w:t>,</w:t>
      </w:r>
      <w:r w:rsidR="00160656">
        <w:t xml:space="preserve"> </w:t>
      </w:r>
      <w:r w:rsidR="00505EAA">
        <w:t>so</w:t>
      </w:r>
      <w:r w:rsidR="00A223FA">
        <w:t xml:space="preserve"> Geschäftsführer Dr. Theodor Wanner. SensoPart ist seit 2001 im </w:t>
      </w:r>
      <w:proofErr w:type="spellStart"/>
      <w:r w:rsidR="00A223FA">
        <w:t>Gottenheimer</w:t>
      </w:r>
      <w:proofErr w:type="spellEnd"/>
      <w:r w:rsidR="00A223FA">
        <w:t xml:space="preserve"> Gewerbegebiet </w:t>
      </w:r>
      <w:proofErr w:type="spellStart"/>
      <w:r w:rsidR="00A223FA">
        <w:t>Nägelsee</w:t>
      </w:r>
      <w:proofErr w:type="spellEnd"/>
      <w:r w:rsidR="00A223FA">
        <w:t xml:space="preserve"> </w:t>
      </w:r>
      <w:r w:rsidR="00E80F53">
        <w:t xml:space="preserve">mit einem zweiten Werk </w:t>
      </w:r>
      <w:r w:rsidR="00A223FA">
        <w:t>ansässig</w:t>
      </w:r>
      <w:r>
        <w:t xml:space="preserve"> und beschäftigt am Standort</w:t>
      </w:r>
      <w:r w:rsidR="00A223FA">
        <w:t xml:space="preserve"> </w:t>
      </w:r>
      <w:r w:rsidR="001274E8">
        <w:t>rund 1</w:t>
      </w:r>
      <w:r w:rsidR="00A223FA">
        <w:t>00 Mitarbeiter.</w:t>
      </w:r>
      <w:r w:rsidR="00E80F53">
        <w:t xml:space="preserve"> Das Stammwerk befindet sich in </w:t>
      </w:r>
      <w:proofErr w:type="spellStart"/>
      <w:r w:rsidR="00E80F53">
        <w:t>Wieden</w:t>
      </w:r>
      <w:proofErr w:type="spellEnd"/>
      <w:r w:rsidR="00E80F53">
        <w:t xml:space="preserve"> (Schwarzwald).</w:t>
      </w:r>
    </w:p>
    <w:p w14:paraId="3FA83214" w14:textId="32042FE9" w:rsidR="00AC4446" w:rsidRDefault="00541635" w:rsidP="00D953EA">
      <w:r>
        <w:t>Um die</w:t>
      </w:r>
      <w:r w:rsidR="00AC4446">
        <w:t xml:space="preserve"> Bildungspartnerschaft</w:t>
      </w:r>
      <w:r>
        <w:t xml:space="preserve"> </w:t>
      </w:r>
      <w:r w:rsidR="00BA5E43">
        <w:t xml:space="preserve">Jahr für Jahr </w:t>
      </w:r>
      <w:r w:rsidR="006C1C8D">
        <w:t>mit</w:t>
      </w:r>
      <w:r>
        <w:t xml:space="preserve"> Leben zu </w:t>
      </w:r>
      <w:r w:rsidR="006C1C8D">
        <w:t>füllen</w:t>
      </w:r>
      <w:r>
        <w:t>, investier</w:t>
      </w:r>
      <w:r w:rsidR="003645AD">
        <w:t>t</w:t>
      </w:r>
      <w:r>
        <w:t xml:space="preserve"> </w:t>
      </w:r>
      <w:r w:rsidR="00C2728B">
        <w:t>SensoPart einiges</w:t>
      </w:r>
      <w:r w:rsidR="00FB10A5">
        <w:t xml:space="preserve"> </w:t>
      </w:r>
      <w:r w:rsidR="0028324A">
        <w:t xml:space="preserve">an </w:t>
      </w:r>
      <w:r w:rsidR="00542157">
        <w:t>Arbeitszeit und finanziellen Mitteln</w:t>
      </w:r>
      <w:r w:rsidR="00C2728B">
        <w:t xml:space="preserve"> – und dies </w:t>
      </w:r>
      <w:r w:rsidR="00EB07F9">
        <w:t>nicht ganz</w:t>
      </w:r>
      <w:r w:rsidR="00C2728B">
        <w:t xml:space="preserve"> uneigennützig</w:t>
      </w:r>
      <w:r w:rsidR="003645AD">
        <w:t>, wie Wanner betont:</w:t>
      </w:r>
      <w:r w:rsidR="00300820">
        <w:t xml:space="preserve"> </w:t>
      </w:r>
      <w:r w:rsidR="004C1A81">
        <w:t xml:space="preserve">"Wir hoffen natürlich, dass </w:t>
      </w:r>
      <w:r w:rsidR="00EE392E">
        <w:t>die</w:t>
      </w:r>
      <w:r w:rsidR="004C1A81">
        <w:t xml:space="preserve"> Schülerinnen und Schüler </w:t>
      </w:r>
      <w:r w:rsidR="005C3876">
        <w:t>unsere</w:t>
      </w:r>
      <w:r w:rsidR="004C1A81">
        <w:t xml:space="preserve"> Sensorik so spannend finden, dass sie sich auch in ihrem künftigen Studium und Berufsleben damit beschäftigen wollen</w:t>
      </w:r>
      <w:r w:rsidR="003645AD">
        <w:t xml:space="preserve">. </w:t>
      </w:r>
      <w:r w:rsidR="00925619">
        <w:t>Vielleicht sehen</w:t>
      </w:r>
      <w:r w:rsidR="004C1A81">
        <w:t xml:space="preserve"> wir </w:t>
      </w:r>
      <w:r w:rsidR="00AA0BEB">
        <w:t xml:space="preserve">dann </w:t>
      </w:r>
      <w:r w:rsidR="003645AD">
        <w:t>einige von ihnen</w:t>
      </w:r>
      <w:r w:rsidR="004C1A81">
        <w:t xml:space="preserve"> </w:t>
      </w:r>
      <w:r w:rsidR="000F55F9">
        <w:t xml:space="preserve">später </w:t>
      </w:r>
      <w:r w:rsidR="00200649">
        <w:t xml:space="preserve">wieder, wenn sie eine </w:t>
      </w:r>
      <w:r w:rsidR="003B305D">
        <w:t>Aus</w:t>
      </w:r>
      <w:r w:rsidR="00200649">
        <w:t xml:space="preserve">bildung beginnen </w:t>
      </w:r>
      <w:r w:rsidR="002B400A">
        <w:t xml:space="preserve">wollen </w:t>
      </w:r>
      <w:r w:rsidR="00200649">
        <w:t>oder</w:t>
      </w:r>
      <w:r w:rsidR="003B305D">
        <w:t xml:space="preserve"> </w:t>
      </w:r>
      <w:r w:rsidR="00200649">
        <w:t>nach ihrem Studienabschluss einen interessanten Job suchen</w:t>
      </w:r>
      <w:r w:rsidR="004C1A81">
        <w:t>."</w:t>
      </w:r>
    </w:p>
    <w:p w14:paraId="3043F2CB" w14:textId="77777777" w:rsidR="00063A27" w:rsidRDefault="00063A27" w:rsidP="00063A27">
      <w:pPr>
        <w:pStyle w:val="BildunterschriftSP"/>
      </w:pPr>
      <w:r>
        <w:rPr>
          <w:noProof/>
        </w:rPr>
        <w:lastRenderedPageBreak/>
        <w:drawing>
          <wp:inline distT="0" distB="0" distL="0" distR="0" wp14:anchorId="1CB365AA" wp14:editId="4FFC279E">
            <wp:extent cx="3446568" cy="2295757"/>
            <wp:effectExtent l="0" t="0" r="8255" b="0"/>
            <wp:docPr id="9" name="Bild 9" descr="ReiBook2 HD:Users:rh:Desktop:DSC00338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iBook2 HD:Users:rh:Desktop:DSC00338 Kopi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905" cy="2295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3C5775" w14:textId="2A2C97D8" w:rsidR="00063A27" w:rsidRDefault="00E80F53" w:rsidP="00E80F53">
      <w:pPr>
        <w:pStyle w:val="BildunterschriftSP"/>
        <w:spacing w:after="0"/>
      </w:pPr>
      <w:r>
        <w:t xml:space="preserve">Bild 1: </w:t>
      </w:r>
      <w:r w:rsidR="00063A27">
        <w:t xml:space="preserve">Sechs Schüler des Martin-Schongauer-Gymnasiums </w:t>
      </w:r>
      <w:r w:rsidR="00056D89">
        <w:t>besuchten am 17. Juli den Sensorhersteller</w:t>
      </w:r>
      <w:r w:rsidR="00063A27">
        <w:t xml:space="preserve"> SensoPart</w:t>
      </w:r>
      <w:r w:rsidR="00056D89">
        <w:t xml:space="preserve">, begleitet von </w:t>
      </w:r>
      <w:r w:rsidR="00063A27">
        <w:t>ihrem NWT-Lehrer</w:t>
      </w:r>
      <w:r w:rsidR="00056D89" w:rsidRPr="00056D89">
        <w:t xml:space="preserve"> </w:t>
      </w:r>
      <w:r w:rsidR="00056D89" w:rsidRPr="00982925">
        <w:t>Karl-Georg Schnitzler</w:t>
      </w:r>
      <w:r w:rsidR="00063A27">
        <w:t xml:space="preserve"> (</w:t>
      </w:r>
      <w:r w:rsidR="00B3389F">
        <w:t>1</w:t>
      </w:r>
      <w:r w:rsidR="00063A27">
        <w:t xml:space="preserve">. </w:t>
      </w:r>
      <w:proofErr w:type="spellStart"/>
      <w:r w:rsidR="00063A27">
        <w:t>v.l</w:t>
      </w:r>
      <w:proofErr w:type="spellEnd"/>
      <w:r w:rsidR="00063A27">
        <w:t xml:space="preserve">.). SensoPart-Geschäftsführer Dr. Theodor Wanner (2. </w:t>
      </w:r>
      <w:proofErr w:type="spellStart"/>
      <w:r w:rsidR="00063A27">
        <w:t>v.l</w:t>
      </w:r>
      <w:proofErr w:type="spellEnd"/>
      <w:r w:rsidR="00063A27">
        <w:t xml:space="preserve">.), Manfred </w:t>
      </w:r>
      <w:proofErr w:type="spellStart"/>
      <w:r w:rsidR="00063A27">
        <w:t>Wiezel</w:t>
      </w:r>
      <w:proofErr w:type="spellEnd"/>
      <w:r w:rsidR="00063A27">
        <w:t xml:space="preserve"> (</w:t>
      </w:r>
      <w:r w:rsidR="00B3389F">
        <w:t>6</w:t>
      </w:r>
      <w:r w:rsidR="00056D89">
        <w:t xml:space="preserve">. </w:t>
      </w:r>
      <w:proofErr w:type="spellStart"/>
      <w:r w:rsidR="00056D89">
        <w:t>v.l</w:t>
      </w:r>
      <w:proofErr w:type="spellEnd"/>
      <w:r w:rsidR="00056D89">
        <w:t>.</w:t>
      </w:r>
      <w:r w:rsidR="00063A27">
        <w:t xml:space="preserve">) und </w:t>
      </w:r>
      <w:r w:rsidR="00B3389F">
        <w:t xml:space="preserve">Sabine </w:t>
      </w:r>
      <w:proofErr w:type="gramStart"/>
      <w:r w:rsidR="00B3389F">
        <w:t xml:space="preserve">Weyhmann  </w:t>
      </w:r>
      <w:r w:rsidR="008779A3">
        <w:t>(</w:t>
      </w:r>
      <w:proofErr w:type="gramEnd"/>
      <w:r w:rsidR="00B3389F">
        <w:t>1</w:t>
      </w:r>
      <w:r w:rsidR="008779A3">
        <w:t xml:space="preserve">. </w:t>
      </w:r>
      <w:proofErr w:type="spellStart"/>
      <w:r w:rsidR="008779A3">
        <w:t>v.</w:t>
      </w:r>
      <w:r w:rsidR="00B3389F">
        <w:t>r</w:t>
      </w:r>
      <w:proofErr w:type="spellEnd"/>
      <w:r w:rsidR="00B3389F">
        <w:t>.</w:t>
      </w:r>
      <w:r w:rsidR="008779A3">
        <w:t xml:space="preserve">) </w:t>
      </w:r>
      <w:r w:rsidR="00063A27">
        <w:t>von der Personalabteilung</w:t>
      </w:r>
      <w:r w:rsidR="009F5158">
        <w:t xml:space="preserve"> informierten die Schüler</w:t>
      </w:r>
      <w:r w:rsidR="00B3389F">
        <w:t xml:space="preserve"> (</w:t>
      </w:r>
      <w:proofErr w:type="spellStart"/>
      <w:r w:rsidR="00B3389F">
        <w:t>v.r.n.l</w:t>
      </w:r>
      <w:proofErr w:type="spellEnd"/>
      <w:r w:rsidR="00B3389F">
        <w:t xml:space="preserve">) Luca Kromer, Raphael Wolf, Jonas </w:t>
      </w:r>
      <w:proofErr w:type="spellStart"/>
      <w:r w:rsidR="00B3389F">
        <w:t>Klosa</w:t>
      </w:r>
      <w:proofErr w:type="spellEnd"/>
      <w:r w:rsidR="00B3389F">
        <w:t xml:space="preserve">, Sascha Repp, Linus </w:t>
      </w:r>
      <w:proofErr w:type="spellStart"/>
      <w:r w:rsidR="00B3389F">
        <w:t>Diodone</w:t>
      </w:r>
      <w:proofErr w:type="spellEnd"/>
      <w:r w:rsidR="00B3389F">
        <w:t xml:space="preserve"> und Marco Kappel</w:t>
      </w:r>
      <w:r w:rsidR="009F5158">
        <w:t xml:space="preserve"> über das Unternehmen sowie über Ausbildungsmöglichkeiten.</w:t>
      </w:r>
    </w:p>
    <w:p w14:paraId="7E67F559" w14:textId="77777777" w:rsidR="00063A27" w:rsidRDefault="00063A27" w:rsidP="00E80F53">
      <w:pPr>
        <w:spacing w:after="0"/>
      </w:pPr>
    </w:p>
    <w:p w14:paraId="1E934C87" w14:textId="77777777" w:rsidR="00063A27" w:rsidRDefault="00063A27" w:rsidP="00063A27">
      <w:pPr>
        <w:pStyle w:val="BildunterschriftSP"/>
      </w:pPr>
      <w:r>
        <w:rPr>
          <w:noProof/>
        </w:rPr>
        <w:drawing>
          <wp:inline distT="0" distB="0" distL="0" distR="0" wp14:anchorId="042687AF" wp14:editId="0684AB41">
            <wp:extent cx="3480221" cy="2318173"/>
            <wp:effectExtent l="0" t="0" r="0" b="0"/>
            <wp:docPr id="11" name="Bild 11" descr="ReiBook2 HD:Users:rh:Desktop:DSC00342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iBook2 HD:Users:rh:Desktop:DSC00342 Kopi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0558" cy="2318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BC25D" w14:textId="183C2039" w:rsidR="00E80F53" w:rsidRDefault="00E80F53" w:rsidP="00E80F53">
      <w:pPr>
        <w:pStyle w:val="BildunterschriftSP"/>
        <w:spacing w:after="0"/>
      </w:pPr>
      <w:r>
        <w:t xml:space="preserve">Bild 2: </w:t>
      </w:r>
      <w:r w:rsidR="00063A27">
        <w:t>Bei ihrem Besuch stell</w:t>
      </w:r>
      <w:r w:rsidR="008779A3">
        <w:t>t</w:t>
      </w:r>
      <w:r w:rsidR="00063A27">
        <w:t>en</w:t>
      </w:r>
      <w:r w:rsidR="008779A3">
        <w:t xml:space="preserve"> die</w:t>
      </w:r>
      <w:r w:rsidR="00063A27">
        <w:t xml:space="preserve"> MSG-Schüler zwei Ideen für </w:t>
      </w:r>
      <w:r w:rsidR="00045E2E">
        <w:t>NWT-</w:t>
      </w:r>
      <w:r w:rsidR="00063A27">
        <w:t>Facharbeitsprojekte vor.</w:t>
      </w:r>
      <w:r w:rsidR="00E511FA">
        <w:t xml:space="preserve"> Mit fachlicher Unterstützung von SensoPart </w:t>
      </w:r>
      <w:r w:rsidR="00B3389F">
        <w:t xml:space="preserve">haben </w:t>
      </w:r>
      <w:r w:rsidR="00E511FA">
        <w:t xml:space="preserve">sie </w:t>
      </w:r>
      <w:r w:rsidR="00E511FA" w:rsidRPr="00E511FA">
        <w:t>eine Laserharfe sowie ein</w:t>
      </w:r>
      <w:r w:rsidR="00E511FA">
        <w:t xml:space="preserve"> sensorgesteuertes</w:t>
      </w:r>
      <w:r w:rsidR="00E511FA" w:rsidRPr="00E511FA">
        <w:t xml:space="preserve"> Gerät zur Sportzeitmessung </w:t>
      </w:r>
      <w:r w:rsidR="00B3389F">
        <w:t>ge</w:t>
      </w:r>
      <w:r w:rsidR="00E511FA">
        <w:t>bau</w:t>
      </w:r>
      <w:r w:rsidR="00B3389F">
        <w:t>t</w:t>
      </w:r>
      <w:r w:rsidR="00E511FA">
        <w:t>.</w:t>
      </w:r>
      <w:r>
        <w:t xml:space="preserve"> </w:t>
      </w:r>
    </w:p>
    <w:p w14:paraId="1AA439A8" w14:textId="77777777" w:rsidR="00E80F53" w:rsidRDefault="00E80F53" w:rsidP="00D953EA">
      <w:pPr>
        <w:rPr>
          <w:sz w:val="20"/>
        </w:rPr>
      </w:pPr>
    </w:p>
    <w:p w14:paraId="6B714F0F" w14:textId="7A6163AF" w:rsidR="00E30649" w:rsidRDefault="007B6A2A" w:rsidP="00E80F53">
      <w:pPr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1" layoutInCell="1" allowOverlap="1" wp14:anchorId="555F1DFB" wp14:editId="35BB7D84">
                <wp:simplePos x="0" y="0"/>
                <wp:positionH relativeFrom="column">
                  <wp:posOffset>33655</wp:posOffset>
                </wp:positionH>
                <wp:positionV relativeFrom="margin">
                  <wp:align>bottom</wp:align>
                </wp:positionV>
                <wp:extent cx="5958205" cy="1671955"/>
                <wp:effectExtent l="0" t="0" r="23495" b="23495"/>
                <wp:wrapThrough wrapText="bothSides">
                  <wp:wrapPolygon edited="0">
                    <wp:start x="0" y="0"/>
                    <wp:lineTo x="0" y="21657"/>
                    <wp:lineTo x="21616" y="21657"/>
                    <wp:lineTo x="21616" y="0"/>
                    <wp:lineTo x="0" y="0"/>
                  </wp:wrapPolygon>
                </wp:wrapThrough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8205" cy="1671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78712" w14:textId="77777777" w:rsidR="0046557C" w:rsidRPr="00E56827" w:rsidRDefault="0046557C" w:rsidP="00BA4088">
                            <w:pPr>
                              <w:pStyle w:val="Flietext"/>
                              <w:spacing w:line="240" w:lineRule="auto"/>
                              <w:ind w:right="218"/>
                              <w:rPr>
                                <w:rFonts w:ascii="Gill Alt One MT" w:hAnsi="Gill Alt One MT"/>
                                <w:b/>
                                <w:sz w:val="18"/>
                              </w:rPr>
                            </w:pPr>
                            <w:r w:rsidRPr="00E56827">
                              <w:rPr>
                                <w:rFonts w:ascii="Gill Alt One MT" w:hAnsi="Gill Alt One MT"/>
                                <w:b/>
                                <w:sz w:val="18"/>
                              </w:rPr>
                              <w:t>Über SensoPart Industriesensorik GmbH</w:t>
                            </w:r>
                          </w:p>
                          <w:p w14:paraId="4AF58A57" w14:textId="77777777" w:rsidR="0046557C" w:rsidRPr="00E56827" w:rsidRDefault="0046557C" w:rsidP="00BA4088">
                            <w:pPr>
                              <w:pStyle w:val="Flietext"/>
                              <w:spacing w:line="240" w:lineRule="auto"/>
                              <w:ind w:right="218"/>
                              <w:rPr>
                                <w:rFonts w:ascii="Gill Alt One MT" w:hAnsi="Gill Alt One MT"/>
                                <w:b/>
                                <w:sz w:val="18"/>
                              </w:rPr>
                            </w:pPr>
                          </w:p>
                          <w:p w14:paraId="48C90C6A" w14:textId="77777777" w:rsidR="0046557C" w:rsidRPr="00E56827" w:rsidRDefault="0046557C" w:rsidP="00BA4088">
                            <w:pPr>
                              <w:pStyle w:val="Flietext"/>
                              <w:spacing w:line="240" w:lineRule="auto"/>
                              <w:ind w:right="218"/>
                              <w:rPr>
                                <w:rFonts w:ascii="Gill Alt One MT" w:hAnsi="Gill Alt One MT"/>
                                <w:sz w:val="18"/>
                              </w:rPr>
                            </w:pP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Das mittelständische Familienunternehmen mit Sitzen in Gottenheim bei Freiburg und in </w:t>
                            </w:r>
                            <w:proofErr w:type="spellStart"/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>Wieden</w:t>
                            </w:r>
                            <w:proofErr w:type="spellEnd"/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 bei </w:t>
                            </w:r>
                            <w:proofErr w:type="spellStart"/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>Todtnau</w:t>
                            </w:r>
                            <w:proofErr w:type="spellEnd"/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 entwickelt, produziert und vertreibt Sensoren für 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>die Fabrikautomation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. Den Schwerpunkt bilden </w:t>
                            </w:r>
                            <w:proofErr w:type="spellStart"/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>optoelektronische</w:t>
                            </w:r>
                            <w:proofErr w:type="spellEnd"/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 Sensoren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 und kamerabasierte Vision-Sensoren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, die in 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industriellen Anwendungen 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>in viel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fältiger Form – z.B. zur 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>Erkennung von Objekte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>n, Farben oder zur Abstandsmessung – eingesetzt werden.</w:t>
                            </w:r>
                          </w:p>
                          <w:p w14:paraId="63EE0C0F" w14:textId="77777777" w:rsidR="0046557C" w:rsidRPr="00E56827" w:rsidRDefault="0046557C" w:rsidP="00BA4088">
                            <w:pPr>
                              <w:pStyle w:val="Flietext"/>
                              <w:spacing w:line="240" w:lineRule="auto"/>
                              <w:ind w:right="218"/>
                              <w:rPr>
                                <w:rFonts w:ascii="Gill Alt One MT" w:hAnsi="Gill Alt One MT"/>
                                <w:sz w:val="18"/>
                              </w:rPr>
                            </w:pP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 </w:t>
                            </w:r>
                          </w:p>
                          <w:p w14:paraId="3E517537" w14:textId="77777777" w:rsidR="0046557C" w:rsidRDefault="0046557C" w:rsidP="00BA4088">
                            <w:pPr>
                              <w:pStyle w:val="Flietext"/>
                              <w:spacing w:line="240" w:lineRule="auto"/>
                              <w:ind w:right="218"/>
                              <w:rPr>
                                <w:rFonts w:ascii="Gill Alt One MT" w:hAnsi="Gill Alt One MT"/>
                                <w:sz w:val="18"/>
                              </w:rPr>
                            </w:pP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SensoPart steht für 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>mittelständische Flexibilität sowie für innovative und leistungsfähige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 Produkte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>made</w:t>
                            </w:r>
                            <w:proofErr w:type="spellEnd"/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 in Germany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. Hierfür wurde 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>das Unternehmen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 wiederholt ausgezeichnet, so zum Beispiel 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zuletzt mit dem 1. Platz beim Automation Award 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>und bereits mehrfach mit dem Deutschen Sensor-Applikations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softHyphen/>
                              <w:t>preis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. </w:t>
                            </w:r>
                          </w:p>
                          <w:p w14:paraId="560A89AF" w14:textId="77777777" w:rsidR="0046557C" w:rsidRDefault="0046557C" w:rsidP="00BA4088">
                            <w:pPr>
                              <w:pStyle w:val="Flietext"/>
                              <w:spacing w:line="240" w:lineRule="auto"/>
                              <w:ind w:right="218"/>
                              <w:rPr>
                                <w:rFonts w:ascii="Gill Alt One MT" w:hAnsi="Gill Alt One MT"/>
                                <w:sz w:val="18"/>
                              </w:rPr>
                            </w:pPr>
                          </w:p>
                          <w:p w14:paraId="6D50DC15" w14:textId="77777777" w:rsidR="0046557C" w:rsidRPr="00511B85" w:rsidRDefault="0046557C" w:rsidP="00BA4088">
                            <w:pPr>
                              <w:pStyle w:val="Flietext"/>
                              <w:spacing w:line="240" w:lineRule="auto"/>
                              <w:ind w:right="218"/>
                              <w:rPr>
                                <w:rFonts w:ascii="Gill Alt One MT" w:hAnsi="Gill Alt One MT"/>
                                <w:sz w:val="18"/>
                              </w:rPr>
                            </w:pP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>W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eitere Informationen 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 xml:space="preserve">finden Sie </w:t>
                            </w:r>
                            <w:r w:rsidRPr="00E56827">
                              <w:rPr>
                                <w:rFonts w:ascii="Gill Alt One MT" w:hAnsi="Gill Alt One MT"/>
                                <w:sz w:val="18"/>
                              </w:rPr>
                              <w:t>unter http://www.sensopart.com</w:t>
                            </w:r>
                            <w:r>
                              <w:rPr>
                                <w:rFonts w:ascii="Gill Alt One MT" w:hAnsi="Gill Alt One MT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5F1D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65pt;margin-top:0;width:469.15pt;height:131.6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">
                <v:textbox inset="1mm,1mm,1mm,1mm">
                  <w:txbxContent>
                    <w:p w14:paraId="19A78712" w14:textId="77777777" w:rsidR="0046557C" w:rsidRPr="00E56827" w:rsidRDefault="0046557C" w:rsidP="00BA4088">
                      <w:pPr>
                        <w:pStyle w:val="Flietext"/>
                        <w:spacing w:line="240" w:lineRule="auto"/>
                        <w:ind w:right="218"/>
                        <w:rPr>
                          <w:rFonts w:ascii="Gill Alt One MT" w:hAnsi="Gill Alt One MT"/>
                          <w:b/>
                          <w:sz w:val="18"/>
                        </w:rPr>
                      </w:pPr>
                      <w:r w:rsidRPr="00E56827">
                        <w:rPr>
                          <w:rFonts w:ascii="Gill Alt One MT" w:hAnsi="Gill Alt One MT"/>
                          <w:b/>
                          <w:sz w:val="18"/>
                        </w:rPr>
                        <w:t>Über SensoPart Industriesensorik GmbH</w:t>
                      </w:r>
                    </w:p>
                    <w:p w14:paraId="4AF58A57" w14:textId="77777777" w:rsidR="0046557C" w:rsidRPr="00E56827" w:rsidRDefault="0046557C" w:rsidP="00BA4088">
                      <w:pPr>
                        <w:pStyle w:val="Flietext"/>
                        <w:spacing w:line="240" w:lineRule="auto"/>
                        <w:ind w:right="218"/>
                        <w:rPr>
                          <w:rFonts w:ascii="Gill Alt One MT" w:hAnsi="Gill Alt One MT"/>
                          <w:b/>
                          <w:sz w:val="18"/>
                        </w:rPr>
                      </w:pPr>
                    </w:p>
                    <w:p w14:paraId="48C90C6A" w14:textId="77777777" w:rsidR="0046557C" w:rsidRPr="00E56827" w:rsidRDefault="0046557C" w:rsidP="00BA4088">
                      <w:pPr>
                        <w:pStyle w:val="Flietext"/>
                        <w:spacing w:line="240" w:lineRule="auto"/>
                        <w:ind w:right="218"/>
                        <w:rPr>
                          <w:rFonts w:ascii="Gill Alt One MT" w:hAnsi="Gill Alt One MT"/>
                          <w:sz w:val="18"/>
                        </w:rPr>
                      </w:pP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Das mittelständische Familienunternehmen mit Sitzen in Gottenheim bei Freiburg und in </w:t>
                      </w:r>
                      <w:proofErr w:type="spellStart"/>
                      <w:r w:rsidRPr="00E56827">
                        <w:rPr>
                          <w:rFonts w:ascii="Gill Alt One MT" w:hAnsi="Gill Alt One MT"/>
                          <w:sz w:val="18"/>
                        </w:rPr>
                        <w:t>Wieden</w:t>
                      </w:r>
                      <w:proofErr w:type="spellEnd"/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 bei </w:t>
                      </w:r>
                      <w:proofErr w:type="spellStart"/>
                      <w:r w:rsidRPr="00E56827">
                        <w:rPr>
                          <w:rFonts w:ascii="Gill Alt One MT" w:hAnsi="Gill Alt One MT"/>
                          <w:sz w:val="18"/>
                        </w:rPr>
                        <w:t>Todtnau</w:t>
                      </w:r>
                      <w:proofErr w:type="spellEnd"/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 entwickelt, produziert und vertreibt Sensoren für 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>die Fabrikautomation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. Den Schwerpunkt bilden </w:t>
                      </w:r>
                      <w:proofErr w:type="spellStart"/>
                      <w:r w:rsidRPr="00E56827">
                        <w:rPr>
                          <w:rFonts w:ascii="Gill Alt One MT" w:hAnsi="Gill Alt One MT"/>
                          <w:sz w:val="18"/>
                        </w:rPr>
                        <w:t>optoelektronische</w:t>
                      </w:r>
                      <w:proofErr w:type="spellEnd"/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 Sensoren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 xml:space="preserve"> und kamerabasierte Vision-Sensoren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, die in 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 xml:space="preserve">industriellen Anwendungen 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>in viel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 xml:space="preserve">fältiger Form – z.B. zur 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>Erkennung von Objekte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>n, Farben oder zur Abstandsmessung – eingesetzt werden.</w:t>
                      </w:r>
                    </w:p>
                    <w:p w14:paraId="63EE0C0F" w14:textId="77777777" w:rsidR="0046557C" w:rsidRPr="00E56827" w:rsidRDefault="0046557C" w:rsidP="00BA4088">
                      <w:pPr>
                        <w:pStyle w:val="Flietext"/>
                        <w:spacing w:line="240" w:lineRule="auto"/>
                        <w:ind w:right="218"/>
                        <w:rPr>
                          <w:rFonts w:ascii="Gill Alt One MT" w:hAnsi="Gill Alt One MT"/>
                          <w:sz w:val="18"/>
                        </w:rPr>
                      </w:pP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 </w:t>
                      </w:r>
                    </w:p>
                    <w:p w14:paraId="3E517537" w14:textId="77777777" w:rsidR="0046557C" w:rsidRDefault="0046557C" w:rsidP="00BA4088">
                      <w:pPr>
                        <w:pStyle w:val="Flietext"/>
                        <w:spacing w:line="240" w:lineRule="auto"/>
                        <w:ind w:right="218"/>
                        <w:rPr>
                          <w:rFonts w:ascii="Gill Alt One MT" w:hAnsi="Gill Alt One MT"/>
                          <w:sz w:val="18"/>
                        </w:rPr>
                      </w:pP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SensoPart steht für 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>mittelständische Flexibilität sowie für innovative und leistungsfähige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 Produkte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ill Alt One MT" w:hAnsi="Gill Alt One MT"/>
                          <w:sz w:val="18"/>
                        </w:rPr>
                        <w:t>made</w:t>
                      </w:r>
                      <w:proofErr w:type="spellEnd"/>
                      <w:r>
                        <w:rPr>
                          <w:rFonts w:ascii="Gill Alt One MT" w:hAnsi="Gill Alt One MT"/>
                          <w:sz w:val="18"/>
                        </w:rPr>
                        <w:t xml:space="preserve"> in Germany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. Hierfür wurde 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>das Unternehmen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 wiederholt ausgezeichnet, so zum Beispiel 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 xml:space="preserve">zuletzt mit dem 1. Platz beim Automation Award 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>und bereits mehrfach mit dem Deutschen Sensor-Applikations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softHyphen/>
                        <w:t>preis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 xml:space="preserve">. </w:t>
                      </w:r>
                    </w:p>
                    <w:p w14:paraId="560A89AF" w14:textId="77777777" w:rsidR="0046557C" w:rsidRDefault="0046557C" w:rsidP="00BA4088">
                      <w:pPr>
                        <w:pStyle w:val="Flietext"/>
                        <w:spacing w:line="240" w:lineRule="auto"/>
                        <w:ind w:right="218"/>
                        <w:rPr>
                          <w:rFonts w:ascii="Gill Alt One MT" w:hAnsi="Gill Alt One MT"/>
                          <w:sz w:val="18"/>
                        </w:rPr>
                      </w:pPr>
                    </w:p>
                    <w:p w14:paraId="6D50DC15" w14:textId="77777777" w:rsidR="0046557C" w:rsidRPr="00511B85" w:rsidRDefault="0046557C" w:rsidP="00BA4088">
                      <w:pPr>
                        <w:pStyle w:val="Flietext"/>
                        <w:spacing w:line="240" w:lineRule="auto"/>
                        <w:ind w:right="218"/>
                        <w:rPr>
                          <w:rFonts w:ascii="Gill Alt One MT" w:hAnsi="Gill Alt One MT"/>
                          <w:sz w:val="18"/>
                        </w:rPr>
                      </w:pPr>
                      <w:r>
                        <w:rPr>
                          <w:rFonts w:ascii="Gill Alt One MT" w:hAnsi="Gill Alt One MT"/>
                          <w:sz w:val="18"/>
                        </w:rPr>
                        <w:t>W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 xml:space="preserve">eitere Informationen 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 xml:space="preserve">finden Sie </w:t>
                      </w:r>
                      <w:r w:rsidRPr="00E56827">
                        <w:rPr>
                          <w:rFonts w:ascii="Gill Alt One MT" w:hAnsi="Gill Alt One MT"/>
                          <w:sz w:val="18"/>
                        </w:rPr>
                        <w:t>unter http://www.sensopart.com</w:t>
                      </w:r>
                      <w:r>
                        <w:rPr>
                          <w:rFonts w:ascii="Gill Alt One MT" w:hAnsi="Gill Alt One MT"/>
                          <w:sz w:val="18"/>
                        </w:rPr>
                        <w:t>.</w:t>
                      </w:r>
                    </w:p>
                  </w:txbxContent>
                </v:textbox>
                <w10:wrap type="through" anchory="margin"/>
                <w10:anchorlock/>
              </v:shape>
            </w:pict>
          </mc:Fallback>
        </mc:AlternateContent>
      </w:r>
      <w:r w:rsidR="00E80F53">
        <w:rPr>
          <w:sz w:val="20"/>
        </w:rPr>
        <w:t>©</w:t>
      </w:r>
      <w:r w:rsidR="00EF0911" w:rsidRPr="00D03AA2">
        <w:rPr>
          <w:sz w:val="20"/>
        </w:rPr>
        <w:t xml:space="preserve"> SensoPart Industriesensorik GmbH </w:t>
      </w:r>
      <w:r w:rsidR="00431CEF" w:rsidRPr="00D03AA2">
        <w:rPr>
          <w:sz w:val="20"/>
        </w:rPr>
        <w:t>201</w:t>
      </w:r>
      <w:r w:rsidR="00551E58">
        <w:rPr>
          <w:sz w:val="20"/>
        </w:rPr>
        <w:t>8</w:t>
      </w:r>
      <w:r w:rsidR="00EF0911" w:rsidRPr="00D03AA2">
        <w:rPr>
          <w:sz w:val="20"/>
        </w:rPr>
        <w:t>, Gottenheim</w:t>
      </w:r>
      <w:r w:rsidR="00E80F53">
        <w:rPr>
          <w:sz w:val="20"/>
        </w:rPr>
        <w:t>, V</w:t>
      </w:r>
      <w:r w:rsidR="00EF0911" w:rsidRPr="00D03AA2">
        <w:rPr>
          <w:sz w:val="20"/>
        </w:rPr>
        <w:t>eröffentlichung frei bei Quellenangabe</w:t>
      </w:r>
    </w:p>
    <w:sectPr w:rsidR="00E30649" w:rsidSect="006D521E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701" w:right="2552" w:bottom="1418" w:left="1134" w:header="737" w:footer="105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F5950" w14:textId="77777777" w:rsidR="0046557C" w:rsidRDefault="0046557C" w:rsidP="00EF0911">
      <w:r>
        <w:separator/>
      </w:r>
    </w:p>
  </w:endnote>
  <w:endnote w:type="continuationSeparator" w:id="0">
    <w:p w14:paraId="5408BFE7" w14:textId="77777777" w:rsidR="0046557C" w:rsidRDefault="0046557C" w:rsidP="00EF0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Alt One MT Light">
    <w:panose1 w:val="020B0302020104020203"/>
    <w:charset w:val="00"/>
    <w:family w:val="swiss"/>
    <w:pitch w:val="variable"/>
    <w:sig w:usb0="00000003" w:usb1="00000000" w:usb2="00000000" w:usb3="00000000" w:csb0="00000001" w:csb1="00000000"/>
  </w:font>
  <w:font w:name="Gill Alt One MT">
    <w:panose1 w:val="020B0502020104020203"/>
    <w:charset w:val="00"/>
    <w:family w:val="swiss"/>
    <w:pitch w:val="variable"/>
    <w:sig w:usb0="00000003" w:usb1="00000000" w:usb2="00000000" w:usb3="00000000" w:csb0="00000001" w:csb1="00000000"/>
    <w:embedRegular r:id="rId1" w:fontKey="{D078897C-97D1-4A83-AEC5-F4477856507C}"/>
    <w:embedBold r:id="rId2" w:fontKey="{22A8BBCD-3B05-4222-A2BD-A7EE3C6079B9}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F7D4A" w14:textId="77777777" w:rsidR="0046557C" w:rsidRDefault="0046557C" w:rsidP="00EF0911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4125986" wp14:editId="4F012001">
              <wp:simplePos x="0" y="0"/>
              <wp:positionH relativeFrom="page">
                <wp:posOffset>6120765</wp:posOffset>
              </wp:positionH>
              <wp:positionV relativeFrom="page">
                <wp:posOffset>10045065</wp:posOffset>
              </wp:positionV>
              <wp:extent cx="720090" cy="215900"/>
              <wp:effectExtent l="0" t="0" r="0" b="0"/>
              <wp:wrapNone/>
              <wp:docPr id="6" name="Text Box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D07F7B" w14:textId="168D04ED" w:rsidR="0046557C" w:rsidRPr="00B33522" w:rsidRDefault="0046557C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  <w:r w:rsidRPr="00B33522">
                            <w:rPr>
                              <w:rStyle w:val="Seitenzahl"/>
                            </w:rPr>
                            <w:t xml:space="preserve">Seite </w:t>
                          </w:r>
                          <w:r w:rsidRPr="00B33522">
                            <w:rPr>
                              <w:rStyle w:val="Seitenzahl"/>
                            </w:rPr>
                            <w:fldChar w:fldCharType="begin"/>
                          </w:r>
                          <w:r w:rsidRPr="00B33522">
                            <w:rPr>
                              <w:rStyle w:val="Seitenzahl"/>
                            </w:rPr>
                            <w:instrText xml:space="preserve"> </w:instrText>
                          </w:r>
                          <w:r>
                            <w:rPr>
                              <w:rStyle w:val="Seitenzahl"/>
                            </w:rPr>
                            <w:instrText>PAGE</w:instrText>
                          </w:r>
                          <w:r w:rsidRPr="00B33522">
                            <w:rPr>
                              <w:rStyle w:val="Seitenzahl"/>
                            </w:rPr>
                            <w:instrText xml:space="preserve"> </w:instrText>
                          </w:r>
                          <w:r w:rsidRPr="00B33522">
                            <w:rPr>
                              <w:rStyle w:val="Seitenzahl"/>
                            </w:rPr>
                            <w:fldChar w:fldCharType="separate"/>
                          </w:r>
                          <w:r w:rsidR="00E80F53">
                            <w:rPr>
                              <w:rStyle w:val="Seitenzahl"/>
                              <w:noProof/>
                            </w:rPr>
                            <w:t>2</w:t>
                          </w:r>
                          <w:r w:rsidRPr="00B33522">
                            <w:rPr>
                              <w:rStyle w:val="Seitenzahl"/>
                            </w:rPr>
                            <w:fldChar w:fldCharType="end"/>
                          </w:r>
                          <w:r w:rsidRPr="00B33522">
                            <w:rPr>
                              <w:rStyle w:val="Seitenzahl"/>
                            </w:rPr>
                            <w:t xml:space="preserve"> von </w:t>
                          </w:r>
                          <w:r w:rsidRPr="00B33522">
                            <w:rPr>
                              <w:rStyle w:val="Seitenzahl"/>
                            </w:rPr>
                            <w:fldChar w:fldCharType="begin"/>
                          </w:r>
                          <w:r w:rsidRPr="00B33522">
                            <w:rPr>
                              <w:rStyle w:val="Seitenzahl"/>
                            </w:rPr>
                            <w:instrText xml:space="preserve"> </w:instrText>
                          </w:r>
                          <w:r>
                            <w:rPr>
                              <w:rStyle w:val="Seitenzahl"/>
                            </w:rPr>
                            <w:instrText>NUMPAGES</w:instrText>
                          </w:r>
                          <w:r w:rsidRPr="00B33522">
                            <w:rPr>
                              <w:rStyle w:val="Seitenzahl"/>
                            </w:rPr>
                            <w:instrText xml:space="preserve"> </w:instrText>
                          </w:r>
                          <w:r w:rsidRPr="00B33522">
                            <w:rPr>
                              <w:rStyle w:val="Seitenzahl"/>
                            </w:rPr>
                            <w:fldChar w:fldCharType="separate"/>
                          </w:r>
                          <w:r w:rsidR="00E80F53">
                            <w:rPr>
                              <w:rStyle w:val="Seitenzahl"/>
                              <w:noProof/>
                            </w:rPr>
                            <w:t>2</w:t>
                          </w:r>
                          <w:r w:rsidRPr="00B33522"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  <w:p w14:paraId="4BB7465C" w14:textId="77777777" w:rsidR="0046557C" w:rsidRPr="00B33522" w:rsidRDefault="0046557C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125986" id="_x0000_t202" coordsize="21600,21600" o:spt="202" path="m,l,21600r21600,l21600,xe">
              <v:stroke joinstyle="miter"/>
              <v:path gradientshapeok="t" o:connecttype="rect"/>
            </v:shapetype>
            <v:shape id="Text Box 385" o:spid="_x0000_s1027" type="#_x0000_t202" style="position:absolute;margin-left:481.95pt;margin-top:790.95pt;width:56.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" stroked="f">
              <v:textbox inset="0">
                <w:txbxContent>
                  <w:p w14:paraId="1AD07F7B" w14:textId="168D04ED" w:rsidR="0046557C" w:rsidRPr="00B33522" w:rsidRDefault="0046557C" w:rsidP="00EF0911">
                    <w:pPr>
                      <w:pStyle w:val="FuzeileSP"/>
                      <w:rPr>
                        <w:rStyle w:val="Seitenzahl"/>
                      </w:rPr>
                    </w:pPr>
                    <w:r w:rsidRPr="00B33522">
                      <w:rPr>
                        <w:rStyle w:val="Seitenzahl"/>
                      </w:rPr>
                      <w:t xml:space="preserve">Seite </w:t>
                    </w:r>
                    <w:r w:rsidRPr="00B33522">
                      <w:rPr>
                        <w:rStyle w:val="Seitenzahl"/>
                      </w:rPr>
                      <w:fldChar w:fldCharType="begin"/>
                    </w:r>
                    <w:r w:rsidRPr="00B33522">
                      <w:rPr>
                        <w:rStyle w:val="Seitenzahl"/>
                      </w:rPr>
                      <w:instrText xml:space="preserve"> </w:instrText>
                    </w:r>
                    <w:r>
                      <w:rPr>
                        <w:rStyle w:val="Seitenzahl"/>
                      </w:rPr>
                      <w:instrText>PAGE</w:instrText>
                    </w:r>
                    <w:r w:rsidRPr="00B33522">
                      <w:rPr>
                        <w:rStyle w:val="Seitenzahl"/>
                      </w:rPr>
                      <w:instrText xml:space="preserve"> </w:instrText>
                    </w:r>
                    <w:r w:rsidRPr="00B33522">
                      <w:rPr>
                        <w:rStyle w:val="Seitenzahl"/>
                      </w:rPr>
                      <w:fldChar w:fldCharType="separate"/>
                    </w:r>
                    <w:r w:rsidR="00E80F53">
                      <w:rPr>
                        <w:rStyle w:val="Seitenzahl"/>
                        <w:noProof/>
                      </w:rPr>
                      <w:t>2</w:t>
                    </w:r>
                    <w:r w:rsidRPr="00B33522">
                      <w:rPr>
                        <w:rStyle w:val="Seitenzahl"/>
                      </w:rPr>
                      <w:fldChar w:fldCharType="end"/>
                    </w:r>
                    <w:r w:rsidRPr="00B33522">
                      <w:rPr>
                        <w:rStyle w:val="Seitenzahl"/>
                      </w:rPr>
                      <w:t xml:space="preserve"> von </w:t>
                    </w:r>
                    <w:r w:rsidRPr="00B33522">
                      <w:rPr>
                        <w:rStyle w:val="Seitenzahl"/>
                      </w:rPr>
                      <w:fldChar w:fldCharType="begin"/>
                    </w:r>
                    <w:r w:rsidRPr="00B33522">
                      <w:rPr>
                        <w:rStyle w:val="Seitenzahl"/>
                      </w:rPr>
                      <w:instrText xml:space="preserve"> </w:instrText>
                    </w:r>
                    <w:r>
                      <w:rPr>
                        <w:rStyle w:val="Seitenzahl"/>
                      </w:rPr>
                      <w:instrText>NUMPAGES</w:instrText>
                    </w:r>
                    <w:r w:rsidRPr="00B33522">
                      <w:rPr>
                        <w:rStyle w:val="Seitenzahl"/>
                      </w:rPr>
                      <w:instrText xml:space="preserve"> </w:instrText>
                    </w:r>
                    <w:r w:rsidRPr="00B33522">
                      <w:rPr>
                        <w:rStyle w:val="Seitenzahl"/>
                      </w:rPr>
                      <w:fldChar w:fldCharType="separate"/>
                    </w:r>
                    <w:r w:rsidR="00E80F53">
                      <w:rPr>
                        <w:rStyle w:val="Seitenzahl"/>
                        <w:noProof/>
                      </w:rPr>
                      <w:t>2</w:t>
                    </w:r>
                    <w:r w:rsidRPr="00B33522">
                      <w:rPr>
                        <w:rStyle w:val="Seitenzahl"/>
                      </w:rPr>
                      <w:fldChar w:fldCharType="end"/>
                    </w:r>
                  </w:p>
                  <w:p w14:paraId="4BB7465C" w14:textId="77777777" w:rsidR="0046557C" w:rsidRPr="00B33522" w:rsidRDefault="0046557C" w:rsidP="00EF0911">
                    <w:pPr>
                      <w:pStyle w:val="FuzeileSP"/>
                      <w:rPr>
                        <w:rStyle w:val="Seitenzahl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9359449" wp14:editId="1786B121">
              <wp:simplePos x="0" y="0"/>
              <wp:positionH relativeFrom="page">
                <wp:posOffset>3780790</wp:posOffset>
              </wp:positionH>
              <wp:positionV relativeFrom="page">
                <wp:posOffset>10045065</wp:posOffset>
              </wp:positionV>
              <wp:extent cx="720090" cy="215900"/>
              <wp:effectExtent l="0" t="0" r="0" b="0"/>
              <wp:wrapNone/>
              <wp:docPr id="5" name="Text Box 3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C6BD50" w14:textId="29A653B0" w:rsidR="0046557C" w:rsidRPr="00B33522" w:rsidRDefault="0046557C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DATE   \* MERGEFORMAT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6D521E">
                            <w:rPr>
                              <w:rStyle w:val="Seitenzahl"/>
                              <w:noProof/>
                            </w:rPr>
                            <w:t>26.07.2018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  <w:p w14:paraId="2059A0A6" w14:textId="77777777" w:rsidR="0046557C" w:rsidRPr="00B33522" w:rsidRDefault="0046557C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</w:p>
                        <w:p w14:paraId="2974BA13" w14:textId="77777777" w:rsidR="0046557C" w:rsidRPr="00B33522" w:rsidRDefault="0046557C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359449" id="Text Box 384" o:spid="_x0000_s1028" type="#_x0000_t202" style="position:absolute;margin-left:297.7pt;margin-top:790.95pt;width:56.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" stroked="f">
              <v:textbox inset="0">
                <w:txbxContent>
                  <w:p w14:paraId="61C6BD50" w14:textId="29A653B0" w:rsidR="0046557C" w:rsidRPr="00B33522" w:rsidRDefault="0046557C" w:rsidP="00EF0911">
                    <w:pPr>
                      <w:pStyle w:val="FuzeileSP"/>
                      <w:rPr>
                        <w:rStyle w:val="Seitenzahl"/>
                      </w:rPr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DATE   \* MERGEFORMAT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6D521E">
                      <w:rPr>
                        <w:rStyle w:val="Seitenzahl"/>
                        <w:noProof/>
                      </w:rPr>
                      <w:t>26.07.2018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  <w:p w14:paraId="2059A0A6" w14:textId="77777777" w:rsidR="0046557C" w:rsidRPr="00B33522" w:rsidRDefault="0046557C" w:rsidP="00EF0911">
                    <w:pPr>
                      <w:pStyle w:val="FuzeileSP"/>
                      <w:rPr>
                        <w:rStyle w:val="Seitenzahl"/>
                      </w:rPr>
                    </w:pPr>
                  </w:p>
                  <w:p w14:paraId="2974BA13" w14:textId="77777777" w:rsidR="0046557C" w:rsidRPr="00B33522" w:rsidRDefault="0046557C" w:rsidP="00EF0911">
                    <w:pPr>
                      <w:pStyle w:val="FuzeileSP"/>
                      <w:rPr>
                        <w:rStyle w:val="Seitenzahl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545F52A" wp14:editId="07DB0C40">
              <wp:simplePos x="0" y="0"/>
              <wp:positionH relativeFrom="page">
                <wp:posOffset>711835</wp:posOffset>
              </wp:positionH>
              <wp:positionV relativeFrom="page">
                <wp:posOffset>10045065</wp:posOffset>
              </wp:positionV>
              <wp:extent cx="2160270" cy="215900"/>
              <wp:effectExtent l="0" t="0" r="0" b="0"/>
              <wp:wrapNone/>
              <wp:docPr id="4" name="Text Box 3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31BB9" w14:textId="20D058C8" w:rsidR="0046557C" w:rsidRPr="00B33522" w:rsidRDefault="00E80F53" w:rsidP="00EF0911">
                          <w:pPr>
                            <w:pStyle w:val="FuzeileSP"/>
                          </w:pPr>
                          <w:r>
                            <w:fldChar w:fldCharType="begin"/>
                          </w:r>
                          <w:r>
                            <w:instrText xml:space="preserve"> FILENAME   \* MERGEFORMAT </w:instrText>
                          </w:r>
                          <w:r>
                            <w:fldChar w:fldCharType="separate"/>
                          </w:r>
                          <w:r w:rsidR="006D521E">
                            <w:rPr>
                              <w:noProof/>
                            </w:rPr>
                            <w:t>PR_Schulpartnerschaft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74CB4F9C" w14:textId="77777777" w:rsidR="0046557C" w:rsidRPr="00B33522" w:rsidRDefault="0046557C" w:rsidP="00EF0911">
                          <w:pPr>
                            <w:pStyle w:val="FuzeileSP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45F52A" id="Text Box 383" o:spid="_x0000_s1029" type="#_x0000_t202" style="position:absolute;margin-left:56.05pt;margin-top:790.95pt;width:170.1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" stroked="f">
              <v:textbox inset="0">
                <w:txbxContent>
                  <w:p w14:paraId="44831BB9" w14:textId="20D058C8" w:rsidR="0046557C" w:rsidRPr="00B33522" w:rsidRDefault="00E80F53" w:rsidP="00EF0911">
                    <w:pPr>
                      <w:pStyle w:val="FuzeileSP"/>
                    </w:pPr>
                    <w:r>
                      <w:fldChar w:fldCharType="begin"/>
                    </w:r>
                    <w:r>
                      <w:instrText xml:space="preserve"> FILENAME   \* MERGEFORMAT </w:instrText>
                    </w:r>
                    <w:r>
                      <w:fldChar w:fldCharType="separate"/>
                    </w:r>
                    <w:r w:rsidR="006D521E">
                      <w:rPr>
                        <w:noProof/>
                      </w:rPr>
                      <w:t>PR_Schulpartnerschaft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74CB4F9C" w14:textId="77777777" w:rsidR="0046557C" w:rsidRPr="00B33522" w:rsidRDefault="0046557C" w:rsidP="00EF0911">
                    <w:pPr>
                      <w:pStyle w:val="FuzeileSP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BA4E3" w14:textId="77777777" w:rsidR="0046557C" w:rsidRDefault="0046557C" w:rsidP="00EF0911">
    <w:pPr>
      <w:spacing w:after="0"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53FB6C22" wp14:editId="6F7039CD">
              <wp:simplePos x="0" y="0"/>
              <wp:positionH relativeFrom="page">
                <wp:posOffset>6120765</wp:posOffset>
              </wp:positionH>
              <wp:positionV relativeFrom="page">
                <wp:posOffset>10045065</wp:posOffset>
              </wp:positionV>
              <wp:extent cx="720090" cy="215900"/>
              <wp:effectExtent l="0" t="0" r="0" b="0"/>
              <wp:wrapNone/>
              <wp:docPr id="3" name="Text Box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31A332" w14:textId="77777777" w:rsidR="0046557C" w:rsidRPr="00B33522" w:rsidRDefault="0046557C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  <w:r w:rsidRPr="00B33522">
                            <w:rPr>
                              <w:rStyle w:val="Seitenzahl"/>
                            </w:rPr>
                            <w:t xml:space="preserve">Seite </w:t>
                          </w:r>
                          <w:r w:rsidRPr="00B33522">
                            <w:rPr>
                              <w:rStyle w:val="Seitenzahl"/>
                            </w:rPr>
                            <w:fldChar w:fldCharType="begin"/>
                          </w:r>
                          <w:r w:rsidRPr="00B33522">
                            <w:rPr>
                              <w:rStyle w:val="Seitenzahl"/>
                            </w:rPr>
                            <w:instrText xml:space="preserve"> </w:instrText>
                          </w:r>
                          <w:r>
                            <w:rPr>
                              <w:rStyle w:val="Seitenzahl"/>
                            </w:rPr>
                            <w:instrText>PAGE</w:instrText>
                          </w:r>
                          <w:r w:rsidRPr="00B33522">
                            <w:rPr>
                              <w:rStyle w:val="Seitenzahl"/>
                            </w:rPr>
                            <w:instrText xml:space="preserve"> </w:instrText>
                          </w:r>
                          <w:r w:rsidRPr="00B33522">
                            <w:rPr>
                              <w:rStyle w:val="Seitenzahl"/>
                            </w:rPr>
                            <w:fldChar w:fldCharType="separate"/>
                          </w:r>
                          <w:r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 w:rsidRPr="00B33522">
                            <w:rPr>
                              <w:rStyle w:val="Seitenzahl"/>
                            </w:rPr>
                            <w:fldChar w:fldCharType="end"/>
                          </w:r>
                          <w:r w:rsidRPr="00B33522">
                            <w:rPr>
                              <w:rStyle w:val="Seitenzahl"/>
                            </w:rPr>
                            <w:t xml:space="preserve"> von </w:t>
                          </w:r>
                          <w:r w:rsidRPr="00B33522">
                            <w:rPr>
                              <w:rStyle w:val="Seitenzahl"/>
                            </w:rPr>
                            <w:fldChar w:fldCharType="begin"/>
                          </w:r>
                          <w:r w:rsidRPr="00B33522">
                            <w:rPr>
                              <w:rStyle w:val="Seitenzahl"/>
                            </w:rPr>
                            <w:instrText xml:space="preserve"> </w:instrText>
                          </w:r>
                          <w:r>
                            <w:rPr>
                              <w:rStyle w:val="Seitenzahl"/>
                            </w:rPr>
                            <w:instrText>NUMPAGES</w:instrText>
                          </w:r>
                          <w:r w:rsidRPr="00B33522">
                            <w:rPr>
                              <w:rStyle w:val="Seitenzahl"/>
                            </w:rPr>
                            <w:instrText xml:space="preserve"> </w:instrText>
                          </w:r>
                          <w:r w:rsidRPr="00B33522">
                            <w:rPr>
                              <w:rStyle w:val="Seitenzahl"/>
                            </w:rPr>
                            <w:fldChar w:fldCharType="separate"/>
                          </w:r>
                          <w:r>
                            <w:rPr>
                              <w:rStyle w:val="Seitenzahl"/>
                              <w:noProof/>
                            </w:rPr>
                            <w:t>2</w:t>
                          </w:r>
                          <w:r w:rsidRPr="00B33522"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  <w:p w14:paraId="374E73F4" w14:textId="77777777" w:rsidR="0046557C" w:rsidRPr="00B33522" w:rsidRDefault="0046557C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B6C22" id="_x0000_t202" coordsize="21600,21600" o:spt="202" path="m,l,21600r21600,l21600,xe">
              <v:stroke joinstyle="miter"/>
              <v:path gradientshapeok="t" o:connecttype="rect"/>
            </v:shapetype>
            <v:shape id="Text Box 380" o:spid="_x0000_s1030" type="#_x0000_t202" style="position:absolute;margin-left:481.95pt;margin-top:790.95pt;width:56.7pt;height:1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" stroked="f">
              <v:textbox inset="0">
                <w:txbxContent>
                  <w:p w14:paraId="1C31A332" w14:textId="77777777" w:rsidR="0046557C" w:rsidRPr="00B33522" w:rsidRDefault="0046557C" w:rsidP="00EF0911">
                    <w:pPr>
                      <w:pStyle w:val="FuzeileSP"/>
                      <w:rPr>
                        <w:rStyle w:val="Seitenzahl"/>
                      </w:rPr>
                    </w:pPr>
                    <w:r w:rsidRPr="00B33522">
                      <w:rPr>
                        <w:rStyle w:val="Seitenzahl"/>
                      </w:rPr>
                      <w:t xml:space="preserve">Seite </w:t>
                    </w:r>
                    <w:r w:rsidRPr="00B33522">
                      <w:rPr>
                        <w:rStyle w:val="Seitenzahl"/>
                      </w:rPr>
                      <w:fldChar w:fldCharType="begin"/>
                    </w:r>
                    <w:r w:rsidRPr="00B33522">
                      <w:rPr>
                        <w:rStyle w:val="Seitenzahl"/>
                      </w:rPr>
                      <w:instrText xml:space="preserve"> </w:instrText>
                    </w:r>
                    <w:r>
                      <w:rPr>
                        <w:rStyle w:val="Seitenzahl"/>
                      </w:rPr>
                      <w:instrText>PAGE</w:instrText>
                    </w:r>
                    <w:r w:rsidRPr="00B33522">
                      <w:rPr>
                        <w:rStyle w:val="Seitenzahl"/>
                      </w:rPr>
                      <w:instrText xml:space="preserve"> </w:instrText>
                    </w:r>
                    <w:r w:rsidRPr="00B33522">
                      <w:rPr>
                        <w:rStyle w:val="Seitenzahl"/>
                      </w:rPr>
                      <w:fldChar w:fldCharType="separate"/>
                    </w:r>
                    <w:r>
                      <w:rPr>
                        <w:rStyle w:val="Seitenzahl"/>
                        <w:noProof/>
                      </w:rPr>
                      <w:t>1</w:t>
                    </w:r>
                    <w:r w:rsidRPr="00B33522">
                      <w:rPr>
                        <w:rStyle w:val="Seitenzahl"/>
                      </w:rPr>
                      <w:fldChar w:fldCharType="end"/>
                    </w:r>
                    <w:r w:rsidRPr="00B33522">
                      <w:rPr>
                        <w:rStyle w:val="Seitenzahl"/>
                      </w:rPr>
                      <w:t xml:space="preserve"> von </w:t>
                    </w:r>
                    <w:r w:rsidRPr="00B33522">
                      <w:rPr>
                        <w:rStyle w:val="Seitenzahl"/>
                      </w:rPr>
                      <w:fldChar w:fldCharType="begin"/>
                    </w:r>
                    <w:r w:rsidRPr="00B33522">
                      <w:rPr>
                        <w:rStyle w:val="Seitenzahl"/>
                      </w:rPr>
                      <w:instrText xml:space="preserve"> </w:instrText>
                    </w:r>
                    <w:r>
                      <w:rPr>
                        <w:rStyle w:val="Seitenzahl"/>
                      </w:rPr>
                      <w:instrText>NUMPAGES</w:instrText>
                    </w:r>
                    <w:r w:rsidRPr="00B33522">
                      <w:rPr>
                        <w:rStyle w:val="Seitenzahl"/>
                      </w:rPr>
                      <w:instrText xml:space="preserve"> </w:instrText>
                    </w:r>
                    <w:r w:rsidRPr="00B33522">
                      <w:rPr>
                        <w:rStyle w:val="Seitenzahl"/>
                      </w:rPr>
                      <w:fldChar w:fldCharType="separate"/>
                    </w:r>
                    <w:r>
                      <w:rPr>
                        <w:rStyle w:val="Seitenzahl"/>
                        <w:noProof/>
                      </w:rPr>
                      <w:t>2</w:t>
                    </w:r>
                    <w:r w:rsidRPr="00B33522">
                      <w:rPr>
                        <w:rStyle w:val="Seitenzahl"/>
                      </w:rPr>
                      <w:fldChar w:fldCharType="end"/>
                    </w:r>
                  </w:p>
                  <w:p w14:paraId="374E73F4" w14:textId="77777777" w:rsidR="0046557C" w:rsidRPr="00B33522" w:rsidRDefault="0046557C" w:rsidP="00EF0911">
                    <w:pPr>
                      <w:pStyle w:val="FuzeileSP"/>
                      <w:rPr>
                        <w:rStyle w:val="Seitenzahl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3F666B6D" wp14:editId="57341B79">
              <wp:simplePos x="0" y="0"/>
              <wp:positionH relativeFrom="page">
                <wp:posOffset>900430</wp:posOffset>
              </wp:positionH>
              <wp:positionV relativeFrom="page">
                <wp:posOffset>10045065</wp:posOffset>
              </wp:positionV>
              <wp:extent cx="2160270" cy="215900"/>
              <wp:effectExtent l="0" t="0" r="0" b="0"/>
              <wp:wrapNone/>
              <wp:docPr id="2" name="Text Box 3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A3F20" w14:textId="77777777" w:rsidR="0046557C" w:rsidRPr="006D521E" w:rsidRDefault="00E80F53" w:rsidP="00EF0911">
                          <w:pPr>
                            <w:pStyle w:val="FuzeileSP"/>
                            <w:rPr>
                              <w:lang w:val="en-US"/>
                            </w:rPr>
                          </w:pPr>
                          <w:r>
                            <w:fldChar w:fldCharType="begin"/>
                          </w:r>
                          <w:r w:rsidRPr="006D521E">
                            <w:rPr>
                              <w:lang w:val="en-US"/>
                            </w:rPr>
                            <w:instrText xml:space="preserve"> FILENAME   \* MERGEFORMAT </w:instrText>
                          </w:r>
                          <w:r>
                            <w:fldChar w:fldCharType="separate"/>
                          </w:r>
                          <w:r w:rsidR="0046557C" w:rsidRPr="006D521E">
                            <w:rPr>
                              <w:noProof/>
                              <w:lang w:val="en-US"/>
                            </w:rPr>
                            <w:t>PR_F10_Bluelight_SensoPart.doc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0DA4B56D" w14:textId="77777777" w:rsidR="0046557C" w:rsidRPr="006D521E" w:rsidRDefault="0046557C" w:rsidP="00EF0911">
                          <w:pPr>
                            <w:pStyle w:val="FuzeileSP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666B6D" id="Text Box 378" o:spid="_x0000_s1031" type="#_x0000_t202" style="position:absolute;margin-left:70.9pt;margin-top:790.95pt;width:170.1pt;height:1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" stroked="f">
              <v:textbox inset="0">
                <w:txbxContent>
                  <w:p w14:paraId="778A3F20" w14:textId="77777777" w:rsidR="0046557C" w:rsidRPr="00B33522" w:rsidRDefault="008500D6" w:rsidP="00EF0911">
                    <w:pPr>
                      <w:pStyle w:val="FuzeileSP"/>
                    </w:pPr>
                    <w:fldSimple w:instr=" FILENAME   \* MERGEFORMAT ">
                      <w:r w:rsidR="0046557C">
                        <w:rPr>
                          <w:noProof/>
                        </w:rPr>
                        <w:t>PR_F10_Bluelight_SensoPart.doc</w:t>
                      </w:r>
                    </w:fldSimple>
                  </w:p>
                  <w:p w14:paraId="0DA4B56D" w14:textId="77777777" w:rsidR="0046557C" w:rsidRPr="00B33522" w:rsidRDefault="0046557C" w:rsidP="00EF0911">
                    <w:pPr>
                      <w:pStyle w:val="FuzeileSP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  <w:p w14:paraId="517181D0" w14:textId="77777777" w:rsidR="0046557C" w:rsidRDefault="0046557C" w:rsidP="00EF0911">
    <w:pPr>
      <w:spacing w:after="0" w:line="264" w:lineRule="auto"/>
    </w:pPr>
  </w:p>
  <w:p w14:paraId="0A8DF164" w14:textId="77777777" w:rsidR="0046557C" w:rsidRDefault="0046557C" w:rsidP="00EF0911">
    <w:pPr>
      <w:spacing w:after="0" w:line="264" w:lineRule="auto"/>
    </w:pPr>
  </w:p>
  <w:p w14:paraId="0272413B" w14:textId="77777777" w:rsidR="0046557C" w:rsidRDefault="0046557C" w:rsidP="00EF0911">
    <w:pPr>
      <w:pStyle w:val="Fuzeile"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050ED9DC" wp14:editId="25C88BCA">
              <wp:simplePos x="0" y="0"/>
              <wp:positionH relativeFrom="page">
                <wp:posOffset>3780790</wp:posOffset>
              </wp:positionH>
              <wp:positionV relativeFrom="page">
                <wp:posOffset>10045065</wp:posOffset>
              </wp:positionV>
              <wp:extent cx="720090" cy="215900"/>
              <wp:effectExtent l="0" t="0" r="0" b="0"/>
              <wp:wrapNone/>
              <wp:docPr id="1" name="Text Box 3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979B94" w14:textId="32F5CF8C" w:rsidR="0046557C" w:rsidRPr="00B33522" w:rsidRDefault="0046557C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DATE   \* MERGEFORMAT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6D521E">
                            <w:rPr>
                              <w:rStyle w:val="Seitenzahl"/>
                              <w:noProof/>
                            </w:rPr>
                            <w:t>26.07.2018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  <w:p w14:paraId="5C38417A" w14:textId="77777777" w:rsidR="0046557C" w:rsidRPr="00B33522" w:rsidRDefault="0046557C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</w:p>
                        <w:p w14:paraId="7534C573" w14:textId="77777777" w:rsidR="0046557C" w:rsidRPr="00B33522" w:rsidRDefault="0046557C" w:rsidP="00EF0911">
                          <w:pPr>
                            <w:pStyle w:val="FuzeileSP"/>
                            <w:rPr>
                              <w:rStyle w:val="Seitenzahl"/>
                            </w:rPr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0ED9DC" id="_x0000_t202" coordsize="21600,21600" o:spt="202" path="m,l,21600r21600,l21600,xe">
              <v:stroke joinstyle="miter"/>
              <v:path gradientshapeok="t" o:connecttype="rect"/>
            </v:shapetype>
            <v:shape id="Text Box 379" o:spid="_x0000_s1032" type="#_x0000_t202" style="position:absolute;margin-left:297.7pt;margin-top:790.95pt;width:56.7pt;height:1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" stroked="f">
              <v:textbox inset="0">
                <w:txbxContent>
                  <w:p w14:paraId="1D979B94" w14:textId="32F5CF8C" w:rsidR="0046557C" w:rsidRPr="00B33522" w:rsidRDefault="0046557C" w:rsidP="00EF0911">
                    <w:pPr>
                      <w:pStyle w:val="FuzeileSP"/>
                      <w:rPr>
                        <w:rStyle w:val="Seitenzahl"/>
                      </w:rPr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DATE   \* MERGEFORMAT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6D521E">
                      <w:rPr>
                        <w:rStyle w:val="Seitenzahl"/>
                        <w:noProof/>
                      </w:rPr>
                      <w:t>26.07.2018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  <w:p w14:paraId="5C38417A" w14:textId="77777777" w:rsidR="0046557C" w:rsidRPr="00B33522" w:rsidRDefault="0046557C" w:rsidP="00EF0911">
                    <w:pPr>
                      <w:pStyle w:val="FuzeileSP"/>
                      <w:rPr>
                        <w:rStyle w:val="Seitenzahl"/>
                      </w:rPr>
                    </w:pPr>
                  </w:p>
                  <w:p w14:paraId="7534C573" w14:textId="77777777" w:rsidR="0046557C" w:rsidRPr="00B33522" w:rsidRDefault="0046557C" w:rsidP="00EF0911">
                    <w:pPr>
                      <w:pStyle w:val="FuzeileSP"/>
                      <w:rPr>
                        <w:rStyle w:val="Seitenzahl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43EA2" w14:textId="77777777" w:rsidR="0046557C" w:rsidRDefault="0046557C" w:rsidP="00EF0911">
      <w:r>
        <w:separator/>
      </w:r>
    </w:p>
  </w:footnote>
  <w:footnote w:type="continuationSeparator" w:id="0">
    <w:p w14:paraId="478B0342" w14:textId="77777777" w:rsidR="0046557C" w:rsidRDefault="0046557C" w:rsidP="00EF0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6A84F" w14:textId="77777777" w:rsidR="0046557C" w:rsidRDefault="0046557C" w:rsidP="002941CE">
    <w:pPr>
      <w:spacing w:after="0"/>
      <w:rPr>
        <w:rFonts w:ascii="Gill Alt One MT" w:hAnsi="Gill Alt One MT"/>
        <w:color w:val="808080"/>
        <w:sz w:val="44"/>
        <w:szCs w:val="44"/>
      </w:rPr>
    </w:pPr>
    <w:r w:rsidRPr="00394CB6">
      <w:rPr>
        <w:rFonts w:ascii="Gill Alt One MT" w:hAnsi="Gill Alt One MT"/>
        <w:color w:val="808080"/>
        <w:sz w:val="44"/>
        <w:szCs w:val="44"/>
      </w:rPr>
      <w:t>PRESSEINFORMATION</w:t>
    </w:r>
  </w:p>
  <w:p w14:paraId="5B13CB92" w14:textId="77777777" w:rsidR="0046557C" w:rsidRPr="00394CB6" w:rsidRDefault="0046557C" w:rsidP="00EF0911">
    <w:pPr>
      <w:autoSpaceDE w:val="0"/>
      <w:autoSpaceDN w:val="0"/>
      <w:adjustRightInd w:val="0"/>
      <w:spacing w:after="0" w:line="240" w:lineRule="auto"/>
      <w:rPr>
        <w:rFonts w:ascii="Gill Alt One MT" w:hAnsi="Gill Alt One MT"/>
        <w:color w:val="808080"/>
        <w:sz w:val="18"/>
      </w:rPr>
    </w:pPr>
    <w:r w:rsidRPr="00394CB6">
      <w:rPr>
        <w:rFonts w:ascii="Gill Alt One MT" w:hAnsi="Gill Alt One MT"/>
        <w:color w:val="808080"/>
        <w:sz w:val="18"/>
      </w:rPr>
      <w:t xml:space="preserve">SensoPart Industriesensorik GmbH </w:t>
    </w:r>
    <w:r w:rsidRPr="00394CB6">
      <w:rPr>
        <w:rFonts w:ascii="Gill Alt One MT" w:hAnsi="Gill Alt One MT" w:cs="Gill Sans MT"/>
        <w:color w:val="808080"/>
      </w:rPr>
      <w:t>|</w:t>
    </w:r>
    <w:r w:rsidRPr="00394CB6">
      <w:rPr>
        <w:rFonts w:ascii="Gill Alt One MT" w:hAnsi="Gill Alt One MT"/>
        <w:color w:val="808080"/>
        <w:sz w:val="18"/>
      </w:rPr>
      <w:t xml:space="preserve"> Web: www.sensopart.com </w:t>
    </w:r>
  </w:p>
  <w:p w14:paraId="21757708" w14:textId="77777777" w:rsidR="0046557C" w:rsidRPr="00905098" w:rsidRDefault="0046557C" w:rsidP="00EF0911">
    <w:pPr>
      <w:pStyle w:val="Fuzeile"/>
      <w:tabs>
        <w:tab w:val="clear" w:pos="4536"/>
        <w:tab w:val="clear" w:pos="9072"/>
      </w:tabs>
      <w:spacing w:after="0"/>
      <w:rPr>
        <w:rFonts w:ascii="Gill Alt One MT" w:hAnsi="Gill Alt One MT"/>
        <w:color w:val="808080"/>
        <w:sz w:val="18"/>
      </w:rPr>
    </w:pPr>
    <w:r>
      <w:rPr>
        <w:rFonts w:ascii="Gill Alt One MT" w:hAnsi="Gill Alt One MT"/>
        <w:color w:val="808080"/>
        <w:sz w:val="18"/>
      </w:rPr>
      <w:t>Bernd Eckenfels</w:t>
    </w:r>
    <w:r w:rsidRPr="00394CB6">
      <w:rPr>
        <w:rFonts w:ascii="Gill Alt One MT" w:hAnsi="Gill Alt One MT"/>
        <w:color w:val="808080"/>
        <w:sz w:val="18"/>
      </w:rPr>
      <w:t xml:space="preserve"> </w:t>
    </w:r>
    <w:r w:rsidRPr="00394CB6">
      <w:rPr>
        <w:rFonts w:ascii="Gill Alt One MT" w:hAnsi="Gill Alt One MT" w:cs="Gill Sans MT"/>
        <w:color w:val="808080"/>
      </w:rPr>
      <w:t xml:space="preserve">| </w:t>
    </w:r>
    <w:r w:rsidRPr="00394CB6">
      <w:rPr>
        <w:rFonts w:ascii="Gill Alt One MT" w:hAnsi="Gill Alt One MT"/>
        <w:color w:val="808080"/>
        <w:sz w:val="18"/>
      </w:rPr>
      <w:t xml:space="preserve">Telefon: +49 7665 94769-743 </w:t>
    </w:r>
    <w:r w:rsidRPr="00394CB6">
      <w:rPr>
        <w:rFonts w:ascii="Gill Alt One MT" w:hAnsi="Gill Alt One MT" w:cs="Gill Sans MT"/>
        <w:color w:val="808080"/>
      </w:rPr>
      <w:t>|</w:t>
    </w:r>
    <w:r w:rsidRPr="00394CB6">
      <w:rPr>
        <w:rFonts w:ascii="Gill Alt One MT" w:hAnsi="Gill Alt One MT"/>
        <w:color w:val="808080"/>
        <w:sz w:val="18"/>
      </w:rPr>
      <w:t xml:space="preserve"> E-Mail: presse@sensopart.de</w:t>
    </w:r>
  </w:p>
  <w:p w14:paraId="32644353" w14:textId="77777777" w:rsidR="0046557C" w:rsidRDefault="0046557C" w:rsidP="00EF0911">
    <w:pPr>
      <w:pStyle w:val="Kopfzeile"/>
    </w:pPr>
    <w:r>
      <w:rPr>
        <w:noProof/>
      </w:rPr>
      <w:drawing>
        <wp:anchor distT="0" distB="0" distL="114300" distR="114300" simplePos="0" relativeHeight="251655168" behindDoc="0" locked="1" layoutInCell="1" allowOverlap="1" wp14:anchorId="2A49EEAB" wp14:editId="7155CFD0">
          <wp:simplePos x="0" y="0"/>
          <wp:positionH relativeFrom="page">
            <wp:posOffset>4158615</wp:posOffset>
          </wp:positionH>
          <wp:positionV relativeFrom="page">
            <wp:posOffset>431800</wp:posOffset>
          </wp:positionV>
          <wp:extent cx="2879725" cy="342900"/>
          <wp:effectExtent l="0" t="0" r="0" b="12700"/>
          <wp:wrapNone/>
          <wp:docPr id="14" name="Bild 371" descr="sensopart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1" descr="sensopart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F17DC" w14:textId="77777777" w:rsidR="0046557C" w:rsidRDefault="0046557C" w:rsidP="00EF0911">
    <w:pPr>
      <w:spacing w:after="0"/>
      <w:rPr>
        <w:rFonts w:ascii="Gill Alt One MT" w:hAnsi="Gill Alt One MT"/>
        <w:color w:val="808080"/>
        <w:sz w:val="44"/>
        <w:szCs w:val="44"/>
      </w:rPr>
    </w:pPr>
    <w:r w:rsidRPr="00394CB6">
      <w:rPr>
        <w:rFonts w:ascii="Gill Alt One MT" w:hAnsi="Gill Alt One MT"/>
        <w:color w:val="808080"/>
        <w:sz w:val="44"/>
        <w:szCs w:val="44"/>
      </w:rPr>
      <w:t>PRESSEINFORMATION</w:t>
    </w:r>
  </w:p>
  <w:p w14:paraId="3C233959" w14:textId="77777777" w:rsidR="0046557C" w:rsidRPr="00394CB6" w:rsidRDefault="0046557C" w:rsidP="00EF0911">
    <w:pPr>
      <w:autoSpaceDE w:val="0"/>
      <w:autoSpaceDN w:val="0"/>
      <w:adjustRightInd w:val="0"/>
      <w:spacing w:after="0" w:line="240" w:lineRule="auto"/>
      <w:rPr>
        <w:rFonts w:ascii="Gill Alt One MT" w:hAnsi="Gill Alt One MT"/>
        <w:color w:val="808080"/>
        <w:sz w:val="18"/>
      </w:rPr>
    </w:pPr>
    <w:r w:rsidRPr="00394CB6">
      <w:rPr>
        <w:rFonts w:ascii="Gill Alt One MT" w:hAnsi="Gill Alt One MT"/>
        <w:color w:val="808080"/>
        <w:sz w:val="18"/>
      </w:rPr>
      <w:t xml:space="preserve">SensoPart Industriesensorik GmbH </w:t>
    </w:r>
    <w:r w:rsidRPr="00394CB6">
      <w:rPr>
        <w:rFonts w:ascii="Gill Alt One MT" w:hAnsi="Gill Alt One MT" w:cs="Gill Sans MT"/>
        <w:color w:val="808080"/>
      </w:rPr>
      <w:t>|</w:t>
    </w:r>
    <w:r w:rsidRPr="00394CB6">
      <w:rPr>
        <w:rFonts w:ascii="Gill Alt One MT" w:hAnsi="Gill Alt One MT"/>
        <w:color w:val="808080"/>
        <w:sz w:val="18"/>
      </w:rPr>
      <w:t xml:space="preserve"> Web: www.sensopart.com </w:t>
    </w:r>
  </w:p>
  <w:p w14:paraId="2E5BF0C9" w14:textId="77777777" w:rsidR="0046557C" w:rsidRPr="00394CB6" w:rsidRDefault="0046557C" w:rsidP="00EF0911">
    <w:pPr>
      <w:pStyle w:val="Fuzeile"/>
      <w:tabs>
        <w:tab w:val="clear" w:pos="4536"/>
        <w:tab w:val="clear" w:pos="9072"/>
      </w:tabs>
      <w:spacing w:after="0"/>
      <w:rPr>
        <w:rFonts w:ascii="Gill Alt One MT" w:hAnsi="Gill Alt One MT"/>
        <w:color w:val="808080"/>
        <w:sz w:val="18"/>
      </w:rPr>
    </w:pPr>
    <w:r w:rsidRPr="00394CB6">
      <w:rPr>
        <w:rFonts w:ascii="Gill Alt One MT" w:hAnsi="Gill Alt One MT"/>
        <w:color w:val="808080"/>
        <w:sz w:val="18"/>
      </w:rPr>
      <w:t xml:space="preserve">Andrea Burkhard </w:t>
    </w:r>
    <w:r w:rsidRPr="00394CB6">
      <w:rPr>
        <w:rFonts w:ascii="Gill Alt One MT" w:hAnsi="Gill Alt One MT" w:cs="Gill Sans MT"/>
        <w:color w:val="808080"/>
      </w:rPr>
      <w:t xml:space="preserve">| </w:t>
    </w:r>
    <w:r w:rsidRPr="00394CB6">
      <w:rPr>
        <w:rFonts w:ascii="Gill Alt One MT" w:hAnsi="Gill Alt One MT"/>
        <w:color w:val="808080"/>
        <w:sz w:val="18"/>
      </w:rPr>
      <w:t xml:space="preserve">Telefon: +49 7665 94769-743 </w:t>
    </w:r>
    <w:r w:rsidRPr="00394CB6">
      <w:rPr>
        <w:rFonts w:ascii="Gill Alt One MT" w:hAnsi="Gill Alt One MT" w:cs="Gill Sans MT"/>
        <w:color w:val="808080"/>
      </w:rPr>
      <w:t>|</w:t>
    </w:r>
    <w:r w:rsidRPr="00394CB6">
      <w:rPr>
        <w:rFonts w:ascii="Gill Alt One MT" w:hAnsi="Gill Alt One MT"/>
        <w:color w:val="808080"/>
        <w:sz w:val="18"/>
      </w:rPr>
      <w:t xml:space="preserve"> E-Mail: presse@sensopart.de</w:t>
    </w:r>
  </w:p>
  <w:p w14:paraId="1831269D" w14:textId="77777777" w:rsidR="0046557C" w:rsidRDefault="0046557C" w:rsidP="00EF0911">
    <w:r>
      <w:rPr>
        <w:noProof/>
      </w:rPr>
      <w:drawing>
        <wp:anchor distT="0" distB="0" distL="114300" distR="114300" simplePos="0" relativeHeight="251654144" behindDoc="0" locked="1" layoutInCell="1" allowOverlap="1" wp14:anchorId="7971AB5E" wp14:editId="18C8373A">
          <wp:simplePos x="0" y="0"/>
          <wp:positionH relativeFrom="page">
            <wp:posOffset>4158615</wp:posOffset>
          </wp:positionH>
          <wp:positionV relativeFrom="page">
            <wp:posOffset>431800</wp:posOffset>
          </wp:positionV>
          <wp:extent cx="2879725" cy="342900"/>
          <wp:effectExtent l="0" t="0" r="0" b="12700"/>
          <wp:wrapNone/>
          <wp:docPr id="15" name="Bild 367" descr="sensopart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7" descr="sensopart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7AC8F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314BD"/>
    <w:multiLevelType w:val="multilevel"/>
    <w:tmpl w:val="AF8884A6"/>
    <w:numStyleLink w:val="NummerierungSP"/>
  </w:abstractNum>
  <w:abstractNum w:abstractNumId="3" w15:restartNumberingAfterBreak="0">
    <w:nsid w:val="08AE3BF3"/>
    <w:multiLevelType w:val="multilevel"/>
    <w:tmpl w:val="E416DA56"/>
    <w:styleLink w:val="AufzhlungSP"/>
    <w:lvl w:ilvl="0">
      <w:start w:val="1"/>
      <w:numFmt w:val="bullet"/>
      <w:pStyle w:val="Aufzhlung1SP"/>
      <w:lvlText w:val=""/>
      <w:lvlJc w:val="left"/>
      <w:pPr>
        <w:ind w:left="709" w:hanging="352"/>
      </w:pPr>
      <w:rPr>
        <w:rFonts w:ascii="Symbol" w:hAnsi="Symbol" w:hint="default"/>
      </w:rPr>
    </w:lvl>
    <w:lvl w:ilvl="1">
      <w:start w:val="1"/>
      <w:numFmt w:val="bullet"/>
      <w:pStyle w:val="Aufzhlung2SP"/>
      <w:lvlText w:val=""/>
      <w:lvlJc w:val="left"/>
      <w:pPr>
        <w:ind w:left="1066" w:hanging="352"/>
      </w:pPr>
      <w:rPr>
        <w:rFonts w:ascii="Symbol" w:hAnsi="Symbol" w:hint="default"/>
      </w:rPr>
    </w:lvl>
    <w:lvl w:ilvl="2">
      <w:start w:val="1"/>
      <w:numFmt w:val="bullet"/>
      <w:pStyle w:val="Aufzhlung3SP"/>
      <w:lvlText w:val=""/>
      <w:lvlJc w:val="left"/>
      <w:pPr>
        <w:ind w:left="1423" w:hanging="352"/>
      </w:pPr>
      <w:rPr>
        <w:rFonts w:ascii="Symbol" w:hAnsi="Symbol" w:hint="default"/>
      </w:rPr>
    </w:lvl>
    <w:lvl w:ilvl="3">
      <w:start w:val="1"/>
      <w:numFmt w:val="bullet"/>
      <w:pStyle w:val="Aufzhlung4SP"/>
      <w:lvlText w:val=""/>
      <w:lvlJc w:val="left"/>
      <w:pPr>
        <w:ind w:left="1780" w:hanging="352"/>
      </w:pPr>
      <w:rPr>
        <w:rFonts w:ascii="Symbol" w:hAnsi="Symbol" w:hint="default"/>
      </w:rPr>
    </w:lvl>
    <w:lvl w:ilvl="4">
      <w:start w:val="1"/>
      <w:numFmt w:val="bullet"/>
      <w:pStyle w:val="Aufzhlung5SP"/>
      <w:lvlText w:val=""/>
      <w:lvlJc w:val="left"/>
      <w:pPr>
        <w:ind w:left="2137" w:hanging="352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494" w:hanging="352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851" w:hanging="35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208" w:hanging="352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ind w:left="3565" w:hanging="352"/>
      </w:pPr>
      <w:rPr>
        <w:rFonts w:ascii="Wingdings" w:hAnsi="Wingdings" w:hint="default"/>
      </w:rPr>
    </w:lvl>
  </w:abstractNum>
  <w:abstractNum w:abstractNumId="4" w15:restartNumberingAfterBreak="0">
    <w:nsid w:val="1C7F7B85"/>
    <w:multiLevelType w:val="multilevel"/>
    <w:tmpl w:val="AF8884A6"/>
    <w:styleLink w:val="NummerierungSP"/>
    <w:lvl w:ilvl="0">
      <w:start w:val="1"/>
      <w:numFmt w:val="decimal"/>
      <w:pStyle w:val="Nummerierung1SP"/>
      <w:lvlText w:val="%1."/>
      <w:lvlJc w:val="left"/>
      <w:pPr>
        <w:ind w:left="709" w:hanging="352"/>
      </w:pPr>
      <w:rPr>
        <w:rFonts w:hint="default"/>
      </w:rPr>
    </w:lvl>
    <w:lvl w:ilvl="1">
      <w:start w:val="1"/>
      <w:numFmt w:val="lowerLetter"/>
      <w:pStyle w:val="Nummerierung2SP"/>
      <w:lvlText w:val="%2."/>
      <w:lvlJc w:val="left"/>
      <w:pPr>
        <w:ind w:left="1066" w:hanging="352"/>
      </w:pPr>
      <w:rPr>
        <w:rFonts w:hint="default"/>
      </w:rPr>
    </w:lvl>
    <w:lvl w:ilvl="2">
      <w:start w:val="1"/>
      <w:numFmt w:val="lowerRoman"/>
      <w:pStyle w:val="Nummerierung3SP"/>
      <w:lvlText w:val="%3."/>
      <w:lvlJc w:val="right"/>
      <w:pPr>
        <w:ind w:left="1423" w:hanging="35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80" w:hanging="35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37" w:hanging="35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494" w:hanging="3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51" w:hanging="35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08" w:hanging="35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65" w:hanging="352"/>
      </w:pPr>
      <w:rPr>
        <w:rFonts w:hint="default"/>
      </w:rPr>
    </w:lvl>
  </w:abstractNum>
  <w:abstractNum w:abstractNumId="5" w15:restartNumberingAfterBreak="0">
    <w:nsid w:val="1EBA7336"/>
    <w:multiLevelType w:val="multilevel"/>
    <w:tmpl w:val="E416DA56"/>
    <w:numStyleLink w:val="AufzhlungSP"/>
  </w:abstractNum>
  <w:abstractNum w:abstractNumId="6" w15:restartNumberingAfterBreak="0">
    <w:nsid w:val="221A00C3"/>
    <w:multiLevelType w:val="hybridMultilevel"/>
    <w:tmpl w:val="D6FE56E4"/>
    <w:lvl w:ilvl="0" w:tplc="C174C8FA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D332F"/>
    <w:multiLevelType w:val="hybridMultilevel"/>
    <w:tmpl w:val="7A604C24"/>
    <w:lvl w:ilvl="0" w:tplc="849CBD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C06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F4D0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74A2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86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8692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F6FA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D4F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4B2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6ED3CF9"/>
    <w:multiLevelType w:val="multilevel"/>
    <w:tmpl w:val="04070023"/>
    <w:lvl w:ilvl="0">
      <w:start w:val="1"/>
      <w:numFmt w:val="upperRoman"/>
      <w:pStyle w:val="berschrift1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 w15:restartNumberingAfterBreak="0">
    <w:nsid w:val="52501E78"/>
    <w:multiLevelType w:val="hybridMultilevel"/>
    <w:tmpl w:val="31C23B16"/>
    <w:lvl w:ilvl="0" w:tplc="C174C8FA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DF17F2"/>
    <w:multiLevelType w:val="multilevel"/>
    <w:tmpl w:val="1D023008"/>
    <w:styleLink w:val="Aufzhlung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021" w:hanging="397"/>
      </w:pPr>
      <w:rPr>
        <w:rFonts w:ascii="Gill Alt One MT Light" w:hAnsi="Gill Alt One MT Light" w:hint="default"/>
      </w:rPr>
    </w:lvl>
    <w:lvl w:ilvl="2">
      <w:start w:val="1"/>
      <w:numFmt w:val="lowerRoman"/>
      <w:lvlText w:val="%3)"/>
      <w:lvlJc w:val="left"/>
      <w:pPr>
        <w:ind w:left="401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437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73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09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5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1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179" w:hanging="360"/>
      </w:pPr>
      <w:rPr>
        <w:rFonts w:hint="default"/>
      </w:rPr>
    </w:lvl>
  </w:abstractNum>
  <w:abstractNum w:abstractNumId="11" w15:restartNumberingAfterBreak="0">
    <w:nsid w:val="5D6F3F35"/>
    <w:multiLevelType w:val="hybridMultilevel"/>
    <w:tmpl w:val="1728BFF0"/>
    <w:lvl w:ilvl="0" w:tplc="DEB2CD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783D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3E77D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267BD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88258C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221D62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643FC0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80662C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2766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E9B28C8"/>
    <w:multiLevelType w:val="hybridMultilevel"/>
    <w:tmpl w:val="BE16F8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EC3730"/>
    <w:multiLevelType w:val="hybridMultilevel"/>
    <w:tmpl w:val="BCB27B5E"/>
    <w:lvl w:ilvl="0" w:tplc="50CABF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D41D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3C565A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E6533E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88C3C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B2381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BA2902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8ED73C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4C134A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7E3B7642"/>
    <w:multiLevelType w:val="hybridMultilevel"/>
    <w:tmpl w:val="0DF25668"/>
    <w:lvl w:ilvl="0" w:tplc="C174C8FA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9"/>
  </w:num>
  <w:num w:numId="9">
    <w:abstractNumId w:val="14"/>
  </w:num>
  <w:num w:numId="10">
    <w:abstractNumId w:val="1"/>
  </w:num>
  <w:num w:numId="11">
    <w:abstractNumId w:val="0"/>
  </w:num>
  <w:num w:numId="12">
    <w:abstractNumId w:val="12"/>
  </w:num>
  <w:num w:numId="13">
    <w:abstractNumId w:val="13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embedTrueTypeFonts/>
  <w:saveSubsetFonts/>
  <w:hideSpellingErrors/>
  <w:activeWritingStyle w:appName="MSWord" w:lang="de-DE" w:vendorID="9" w:dllVersion="512" w:checkStyle="1"/>
  <w:proofState w:spelling="clean" w:grammar="clean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D7D"/>
    <w:rsid w:val="0000026C"/>
    <w:rsid w:val="00001F6B"/>
    <w:rsid w:val="000035B1"/>
    <w:rsid w:val="0000434E"/>
    <w:rsid w:val="0000575A"/>
    <w:rsid w:val="000077E9"/>
    <w:rsid w:val="00016535"/>
    <w:rsid w:val="000169C2"/>
    <w:rsid w:val="00017A93"/>
    <w:rsid w:val="0002308E"/>
    <w:rsid w:val="00030161"/>
    <w:rsid w:val="00031628"/>
    <w:rsid w:val="00032478"/>
    <w:rsid w:val="00033C6D"/>
    <w:rsid w:val="00035CE6"/>
    <w:rsid w:val="00036D90"/>
    <w:rsid w:val="00037AB5"/>
    <w:rsid w:val="0004233E"/>
    <w:rsid w:val="00044876"/>
    <w:rsid w:val="00044ABB"/>
    <w:rsid w:val="00045E2E"/>
    <w:rsid w:val="00046E70"/>
    <w:rsid w:val="00047137"/>
    <w:rsid w:val="00051D87"/>
    <w:rsid w:val="000523D0"/>
    <w:rsid w:val="000539EE"/>
    <w:rsid w:val="00056D89"/>
    <w:rsid w:val="0005729A"/>
    <w:rsid w:val="000609A1"/>
    <w:rsid w:val="00062A8D"/>
    <w:rsid w:val="00063817"/>
    <w:rsid w:val="00063A27"/>
    <w:rsid w:val="00071910"/>
    <w:rsid w:val="00073F83"/>
    <w:rsid w:val="00074C03"/>
    <w:rsid w:val="00076129"/>
    <w:rsid w:val="00080B0B"/>
    <w:rsid w:val="00085B78"/>
    <w:rsid w:val="000860FC"/>
    <w:rsid w:val="00090C18"/>
    <w:rsid w:val="00090EC5"/>
    <w:rsid w:val="00096127"/>
    <w:rsid w:val="000964BC"/>
    <w:rsid w:val="00096648"/>
    <w:rsid w:val="00096EE1"/>
    <w:rsid w:val="000973A0"/>
    <w:rsid w:val="000A177A"/>
    <w:rsid w:val="000A3FE9"/>
    <w:rsid w:val="000A59C6"/>
    <w:rsid w:val="000A7BB2"/>
    <w:rsid w:val="000B13E0"/>
    <w:rsid w:val="000B4D56"/>
    <w:rsid w:val="000B6EBE"/>
    <w:rsid w:val="000B7603"/>
    <w:rsid w:val="000C31BB"/>
    <w:rsid w:val="000C6FB6"/>
    <w:rsid w:val="000D0FDD"/>
    <w:rsid w:val="000D6DBF"/>
    <w:rsid w:val="000E0061"/>
    <w:rsid w:val="000E78D4"/>
    <w:rsid w:val="000E7916"/>
    <w:rsid w:val="000F1B89"/>
    <w:rsid w:val="000F4631"/>
    <w:rsid w:val="000F55F9"/>
    <w:rsid w:val="001002AB"/>
    <w:rsid w:val="001015A5"/>
    <w:rsid w:val="00105D81"/>
    <w:rsid w:val="001061BD"/>
    <w:rsid w:val="00107CDE"/>
    <w:rsid w:val="0011001E"/>
    <w:rsid w:val="001118CE"/>
    <w:rsid w:val="00112BE4"/>
    <w:rsid w:val="00113A3F"/>
    <w:rsid w:val="001235A4"/>
    <w:rsid w:val="00126D63"/>
    <w:rsid w:val="0012729F"/>
    <w:rsid w:val="001274E8"/>
    <w:rsid w:val="001275BB"/>
    <w:rsid w:val="0013241A"/>
    <w:rsid w:val="00133ABC"/>
    <w:rsid w:val="00140682"/>
    <w:rsid w:val="001412B7"/>
    <w:rsid w:val="00143C59"/>
    <w:rsid w:val="00157A8B"/>
    <w:rsid w:val="00160656"/>
    <w:rsid w:val="0016265C"/>
    <w:rsid w:val="00163994"/>
    <w:rsid w:val="001727F2"/>
    <w:rsid w:val="001742B9"/>
    <w:rsid w:val="001754B4"/>
    <w:rsid w:val="00176848"/>
    <w:rsid w:val="00176895"/>
    <w:rsid w:val="00181AC1"/>
    <w:rsid w:val="00182EBB"/>
    <w:rsid w:val="00184658"/>
    <w:rsid w:val="00187391"/>
    <w:rsid w:val="00187689"/>
    <w:rsid w:val="00195339"/>
    <w:rsid w:val="001A1066"/>
    <w:rsid w:val="001A1BB8"/>
    <w:rsid w:val="001A3B71"/>
    <w:rsid w:val="001A4625"/>
    <w:rsid w:val="001B019B"/>
    <w:rsid w:val="001B062E"/>
    <w:rsid w:val="001B19C4"/>
    <w:rsid w:val="001B1BCF"/>
    <w:rsid w:val="001B2A87"/>
    <w:rsid w:val="001B2CBA"/>
    <w:rsid w:val="001B4F32"/>
    <w:rsid w:val="001B5949"/>
    <w:rsid w:val="001B5D7D"/>
    <w:rsid w:val="001B6602"/>
    <w:rsid w:val="001B7414"/>
    <w:rsid w:val="001C15DD"/>
    <w:rsid w:val="001C4114"/>
    <w:rsid w:val="001C6146"/>
    <w:rsid w:val="001C6D60"/>
    <w:rsid w:val="001C7762"/>
    <w:rsid w:val="001D04CF"/>
    <w:rsid w:val="001D08BC"/>
    <w:rsid w:val="001D43E6"/>
    <w:rsid w:val="001D525D"/>
    <w:rsid w:val="001D58EF"/>
    <w:rsid w:val="001E13C7"/>
    <w:rsid w:val="001E5985"/>
    <w:rsid w:val="001F09E5"/>
    <w:rsid w:val="001F100C"/>
    <w:rsid w:val="001F2864"/>
    <w:rsid w:val="001F3484"/>
    <w:rsid w:val="001F4582"/>
    <w:rsid w:val="001F65CB"/>
    <w:rsid w:val="001F756D"/>
    <w:rsid w:val="001F7767"/>
    <w:rsid w:val="00200649"/>
    <w:rsid w:val="00204453"/>
    <w:rsid w:val="00204E74"/>
    <w:rsid w:val="0021295F"/>
    <w:rsid w:val="00222432"/>
    <w:rsid w:val="00231C14"/>
    <w:rsid w:val="00231FE7"/>
    <w:rsid w:val="0023216B"/>
    <w:rsid w:val="00233733"/>
    <w:rsid w:val="002346EC"/>
    <w:rsid w:val="00235114"/>
    <w:rsid w:val="00236E78"/>
    <w:rsid w:val="002374F5"/>
    <w:rsid w:val="00237C70"/>
    <w:rsid w:val="00247B3F"/>
    <w:rsid w:val="002513E3"/>
    <w:rsid w:val="002515A0"/>
    <w:rsid w:val="00255464"/>
    <w:rsid w:val="002578BE"/>
    <w:rsid w:val="002653FF"/>
    <w:rsid w:val="0026544E"/>
    <w:rsid w:val="00271E29"/>
    <w:rsid w:val="00275D32"/>
    <w:rsid w:val="002769B2"/>
    <w:rsid w:val="0028091B"/>
    <w:rsid w:val="0028324A"/>
    <w:rsid w:val="00284459"/>
    <w:rsid w:val="00285683"/>
    <w:rsid w:val="0028725A"/>
    <w:rsid w:val="0029057C"/>
    <w:rsid w:val="00292D19"/>
    <w:rsid w:val="002941CE"/>
    <w:rsid w:val="00297627"/>
    <w:rsid w:val="002A1598"/>
    <w:rsid w:val="002A4067"/>
    <w:rsid w:val="002A5151"/>
    <w:rsid w:val="002A6091"/>
    <w:rsid w:val="002A6C40"/>
    <w:rsid w:val="002B1445"/>
    <w:rsid w:val="002B33AA"/>
    <w:rsid w:val="002B38F6"/>
    <w:rsid w:val="002B400A"/>
    <w:rsid w:val="002B66B1"/>
    <w:rsid w:val="002C4679"/>
    <w:rsid w:val="002C5D33"/>
    <w:rsid w:val="002C616F"/>
    <w:rsid w:val="002C7D22"/>
    <w:rsid w:val="002D1675"/>
    <w:rsid w:val="002D3D36"/>
    <w:rsid w:val="002D4954"/>
    <w:rsid w:val="002D785F"/>
    <w:rsid w:val="002E0010"/>
    <w:rsid w:val="002E3166"/>
    <w:rsid w:val="002E4841"/>
    <w:rsid w:val="002F426A"/>
    <w:rsid w:val="002F56A2"/>
    <w:rsid w:val="002F7299"/>
    <w:rsid w:val="00300820"/>
    <w:rsid w:val="00300C74"/>
    <w:rsid w:val="003043A2"/>
    <w:rsid w:val="00305331"/>
    <w:rsid w:val="003070D9"/>
    <w:rsid w:val="003100F7"/>
    <w:rsid w:val="00313FA2"/>
    <w:rsid w:val="00313FEC"/>
    <w:rsid w:val="00314592"/>
    <w:rsid w:val="003151DA"/>
    <w:rsid w:val="00316683"/>
    <w:rsid w:val="00316BDF"/>
    <w:rsid w:val="00320019"/>
    <w:rsid w:val="00320A35"/>
    <w:rsid w:val="0032162E"/>
    <w:rsid w:val="0032356B"/>
    <w:rsid w:val="003313E8"/>
    <w:rsid w:val="003358CC"/>
    <w:rsid w:val="00340909"/>
    <w:rsid w:val="00344CD6"/>
    <w:rsid w:val="0034777B"/>
    <w:rsid w:val="0034780D"/>
    <w:rsid w:val="00347925"/>
    <w:rsid w:val="003503D6"/>
    <w:rsid w:val="003507EC"/>
    <w:rsid w:val="00351645"/>
    <w:rsid w:val="0035403A"/>
    <w:rsid w:val="00355EFF"/>
    <w:rsid w:val="0035678D"/>
    <w:rsid w:val="00357B9F"/>
    <w:rsid w:val="003612F4"/>
    <w:rsid w:val="00362A22"/>
    <w:rsid w:val="003645AD"/>
    <w:rsid w:val="003659E7"/>
    <w:rsid w:val="00366A1F"/>
    <w:rsid w:val="00392293"/>
    <w:rsid w:val="003925DC"/>
    <w:rsid w:val="00393967"/>
    <w:rsid w:val="003964E9"/>
    <w:rsid w:val="003A1518"/>
    <w:rsid w:val="003A2186"/>
    <w:rsid w:val="003A3BAA"/>
    <w:rsid w:val="003A7FF6"/>
    <w:rsid w:val="003B09DB"/>
    <w:rsid w:val="003B266E"/>
    <w:rsid w:val="003B2F50"/>
    <w:rsid w:val="003B305D"/>
    <w:rsid w:val="003B3293"/>
    <w:rsid w:val="003B5608"/>
    <w:rsid w:val="003B6557"/>
    <w:rsid w:val="003C0611"/>
    <w:rsid w:val="003C2628"/>
    <w:rsid w:val="003C67B7"/>
    <w:rsid w:val="003C7C0D"/>
    <w:rsid w:val="003D6794"/>
    <w:rsid w:val="003D6A4C"/>
    <w:rsid w:val="003E244E"/>
    <w:rsid w:val="003E2585"/>
    <w:rsid w:val="003E325B"/>
    <w:rsid w:val="003E3F9C"/>
    <w:rsid w:val="003E4E77"/>
    <w:rsid w:val="003E4FC8"/>
    <w:rsid w:val="003E5D06"/>
    <w:rsid w:val="003E6588"/>
    <w:rsid w:val="003F1983"/>
    <w:rsid w:val="003F3C29"/>
    <w:rsid w:val="003F51A9"/>
    <w:rsid w:val="003F6B7E"/>
    <w:rsid w:val="00400C64"/>
    <w:rsid w:val="00401A11"/>
    <w:rsid w:val="00410681"/>
    <w:rsid w:val="004106D4"/>
    <w:rsid w:val="00420D58"/>
    <w:rsid w:val="00421B72"/>
    <w:rsid w:val="00423092"/>
    <w:rsid w:val="00426798"/>
    <w:rsid w:val="004268A5"/>
    <w:rsid w:val="0042745F"/>
    <w:rsid w:val="00427F84"/>
    <w:rsid w:val="0043050B"/>
    <w:rsid w:val="00431CEF"/>
    <w:rsid w:val="00432DD3"/>
    <w:rsid w:val="00435249"/>
    <w:rsid w:val="0043623B"/>
    <w:rsid w:val="0044634C"/>
    <w:rsid w:val="00460627"/>
    <w:rsid w:val="0046309B"/>
    <w:rsid w:val="00463826"/>
    <w:rsid w:val="00464375"/>
    <w:rsid w:val="004650F1"/>
    <w:rsid w:val="0046557C"/>
    <w:rsid w:val="00466ACC"/>
    <w:rsid w:val="00467B81"/>
    <w:rsid w:val="0047487B"/>
    <w:rsid w:val="00476F96"/>
    <w:rsid w:val="00481257"/>
    <w:rsid w:val="004874EC"/>
    <w:rsid w:val="00490096"/>
    <w:rsid w:val="00491AD5"/>
    <w:rsid w:val="004938D2"/>
    <w:rsid w:val="00496BA4"/>
    <w:rsid w:val="00496E6B"/>
    <w:rsid w:val="004A21E8"/>
    <w:rsid w:val="004A4FA1"/>
    <w:rsid w:val="004A618C"/>
    <w:rsid w:val="004A6B0E"/>
    <w:rsid w:val="004B086F"/>
    <w:rsid w:val="004B1437"/>
    <w:rsid w:val="004B178B"/>
    <w:rsid w:val="004B473E"/>
    <w:rsid w:val="004B7790"/>
    <w:rsid w:val="004C1A81"/>
    <w:rsid w:val="004C1AC2"/>
    <w:rsid w:val="004C1FD9"/>
    <w:rsid w:val="004C38A3"/>
    <w:rsid w:val="004C46A1"/>
    <w:rsid w:val="004C61D7"/>
    <w:rsid w:val="004C62B0"/>
    <w:rsid w:val="004C6346"/>
    <w:rsid w:val="004D0517"/>
    <w:rsid w:val="004D0F39"/>
    <w:rsid w:val="004D4683"/>
    <w:rsid w:val="004E0443"/>
    <w:rsid w:val="004E28C9"/>
    <w:rsid w:val="004E7E11"/>
    <w:rsid w:val="004F57B7"/>
    <w:rsid w:val="00501F3E"/>
    <w:rsid w:val="005058B1"/>
    <w:rsid w:val="00505CEB"/>
    <w:rsid w:val="00505EAA"/>
    <w:rsid w:val="005148FF"/>
    <w:rsid w:val="005161A8"/>
    <w:rsid w:val="00520E8E"/>
    <w:rsid w:val="00522F4F"/>
    <w:rsid w:val="005244F3"/>
    <w:rsid w:val="00526B18"/>
    <w:rsid w:val="00526D26"/>
    <w:rsid w:val="005273BC"/>
    <w:rsid w:val="005309B4"/>
    <w:rsid w:val="005325AC"/>
    <w:rsid w:val="005328DD"/>
    <w:rsid w:val="00541635"/>
    <w:rsid w:val="00542157"/>
    <w:rsid w:val="00551E58"/>
    <w:rsid w:val="00551FE5"/>
    <w:rsid w:val="00552830"/>
    <w:rsid w:val="005539DE"/>
    <w:rsid w:val="0055627A"/>
    <w:rsid w:val="005579BB"/>
    <w:rsid w:val="00557BE7"/>
    <w:rsid w:val="00560C9B"/>
    <w:rsid w:val="0056143B"/>
    <w:rsid w:val="00561B17"/>
    <w:rsid w:val="0056451B"/>
    <w:rsid w:val="00565720"/>
    <w:rsid w:val="00565FEA"/>
    <w:rsid w:val="00566ACC"/>
    <w:rsid w:val="005720EA"/>
    <w:rsid w:val="00572878"/>
    <w:rsid w:val="00572A45"/>
    <w:rsid w:val="0058305F"/>
    <w:rsid w:val="005871DF"/>
    <w:rsid w:val="00594051"/>
    <w:rsid w:val="005963A0"/>
    <w:rsid w:val="005A1D30"/>
    <w:rsid w:val="005A3E84"/>
    <w:rsid w:val="005A780D"/>
    <w:rsid w:val="005B0172"/>
    <w:rsid w:val="005B09ED"/>
    <w:rsid w:val="005B21E7"/>
    <w:rsid w:val="005B46D7"/>
    <w:rsid w:val="005B6184"/>
    <w:rsid w:val="005B6E5E"/>
    <w:rsid w:val="005B7E3D"/>
    <w:rsid w:val="005C2AFC"/>
    <w:rsid w:val="005C3876"/>
    <w:rsid w:val="005C62DE"/>
    <w:rsid w:val="005C6D5E"/>
    <w:rsid w:val="005D477C"/>
    <w:rsid w:val="005D4FD2"/>
    <w:rsid w:val="005D5665"/>
    <w:rsid w:val="005E1EA0"/>
    <w:rsid w:val="005E41EC"/>
    <w:rsid w:val="005F4659"/>
    <w:rsid w:val="00602254"/>
    <w:rsid w:val="00603C14"/>
    <w:rsid w:val="0060684A"/>
    <w:rsid w:val="00616707"/>
    <w:rsid w:val="00616CBB"/>
    <w:rsid w:val="00623054"/>
    <w:rsid w:val="006240E2"/>
    <w:rsid w:val="006257F3"/>
    <w:rsid w:val="00626EDF"/>
    <w:rsid w:val="00630472"/>
    <w:rsid w:val="00632D03"/>
    <w:rsid w:val="0063395A"/>
    <w:rsid w:val="00635488"/>
    <w:rsid w:val="00635DFE"/>
    <w:rsid w:val="006444BA"/>
    <w:rsid w:val="0064539D"/>
    <w:rsid w:val="00650025"/>
    <w:rsid w:val="006500E4"/>
    <w:rsid w:val="00650F47"/>
    <w:rsid w:val="00654CA5"/>
    <w:rsid w:val="00655D76"/>
    <w:rsid w:val="00661E85"/>
    <w:rsid w:val="0066238B"/>
    <w:rsid w:val="00663164"/>
    <w:rsid w:val="006631AF"/>
    <w:rsid w:val="00664525"/>
    <w:rsid w:val="0066463F"/>
    <w:rsid w:val="00665D8B"/>
    <w:rsid w:val="00673104"/>
    <w:rsid w:val="0067332D"/>
    <w:rsid w:val="0067406D"/>
    <w:rsid w:val="00676E55"/>
    <w:rsid w:val="00680BE8"/>
    <w:rsid w:val="00682B46"/>
    <w:rsid w:val="006840E3"/>
    <w:rsid w:val="00684DA5"/>
    <w:rsid w:val="0068692D"/>
    <w:rsid w:val="006900BB"/>
    <w:rsid w:val="0069228D"/>
    <w:rsid w:val="006949F3"/>
    <w:rsid w:val="006967E4"/>
    <w:rsid w:val="006A161D"/>
    <w:rsid w:val="006A3EB2"/>
    <w:rsid w:val="006A5609"/>
    <w:rsid w:val="006B3422"/>
    <w:rsid w:val="006B48A4"/>
    <w:rsid w:val="006B73B4"/>
    <w:rsid w:val="006C1650"/>
    <w:rsid w:val="006C1C8D"/>
    <w:rsid w:val="006C2A3D"/>
    <w:rsid w:val="006C3C66"/>
    <w:rsid w:val="006C4C9C"/>
    <w:rsid w:val="006C72D8"/>
    <w:rsid w:val="006C72DE"/>
    <w:rsid w:val="006D3009"/>
    <w:rsid w:val="006D43E1"/>
    <w:rsid w:val="006D521E"/>
    <w:rsid w:val="006D76B9"/>
    <w:rsid w:val="006E0BA0"/>
    <w:rsid w:val="006E1455"/>
    <w:rsid w:val="006E232A"/>
    <w:rsid w:val="006E2678"/>
    <w:rsid w:val="006F1E9B"/>
    <w:rsid w:val="00703DD5"/>
    <w:rsid w:val="007067D8"/>
    <w:rsid w:val="00711C34"/>
    <w:rsid w:val="007128DE"/>
    <w:rsid w:val="0071408F"/>
    <w:rsid w:val="0072016A"/>
    <w:rsid w:val="00720995"/>
    <w:rsid w:val="0072230A"/>
    <w:rsid w:val="0073241E"/>
    <w:rsid w:val="00740D0F"/>
    <w:rsid w:val="0074410D"/>
    <w:rsid w:val="007451B8"/>
    <w:rsid w:val="007472E8"/>
    <w:rsid w:val="00747C3C"/>
    <w:rsid w:val="00750DFB"/>
    <w:rsid w:val="00750F93"/>
    <w:rsid w:val="00752116"/>
    <w:rsid w:val="00752446"/>
    <w:rsid w:val="0075688E"/>
    <w:rsid w:val="007579C3"/>
    <w:rsid w:val="00757AEA"/>
    <w:rsid w:val="00762A97"/>
    <w:rsid w:val="007665C4"/>
    <w:rsid w:val="007668F3"/>
    <w:rsid w:val="007705DC"/>
    <w:rsid w:val="00771494"/>
    <w:rsid w:val="00771622"/>
    <w:rsid w:val="00772261"/>
    <w:rsid w:val="0077242A"/>
    <w:rsid w:val="00773724"/>
    <w:rsid w:val="00783866"/>
    <w:rsid w:val="00785433"/>
    <w:rsid w:val="007877F7"/>
    <w:rsid w:val="00792ED0"/>
    <w:rsid w:val="00792FF5"/>
    <w:rsid w:val="00794DFD"/>
    <w:rsid w:val="007962D6"/>
    <w:rsid w:val="00797711"/>
    <w:rsid w:val="007A10F2"/>
    <w:rsid w:val="007A58AF"/>
    <w:rsid w:val="007A60D4"/>
    <w:rsid w:val="007B03F6"/>
    <w:rsid w:val="007B08E5"/>
    <w:rsid w:val="007B1A76"/>
    <w:rsid w:val="007B26CD"/>
    <w:rsid w:val="007B4F13"/>
    <w:rsid w:val="007B579B"/>
    <w:rsid w:val="007B6A2A"/>
    <w:rsid w:val="007C0692"/>
    <w:rsid w:val="007C50CA"/>
    <w:rsid w:val="007C7193"/>
    <w:rsid w:val="007D3F6A"/>
    <w:rsid w:val="007D6CFC"/>
    <w:rsid w:val="007E1213"/>
    <w:rsid w:val="007E193C"/>
    <w:rsid w:val="007E2270"/>
    <w:rsid w:val="007E4C50"/>
    <w:rsid w:val="007F08EC"/>
    <w:rsid w:val="007F5D2B"/>
    <w:rsid w:val="007F650E"/>
    <w:rsid w:val="00801032"/>
    <w:rsid w:val="00801BDE"/>
    <w:rsid w:val="008033CB"/>
    <w:rsid w:val="00804FA1"/>
    <w:rsid w:val="00805566"/>
    <w:rsid w:val="0081312E"/>
    <w:rsid w:val="00816A5A"/>
    <w:rsid w:val="008179F1"/>
    <w:rsid w:val="0082069A"/>
    <w:rsid w:val="00820EFA"/>
    <w:rsid w:val="0082152E"/>
    <w:rsid w:val="00827B66"/>
    <w:rsid w:val="00834804"/>
    <w:rsid w:val="00844AE2"/>
    <w:rsid w:val="008500D6"/>
    <w:rsid w:val="00854C1D"/>
    <w:rsid w:val="0086374C"/>
    <w:rsid w:val="0086427A"/>
    <w:rsid w:val="008734F8"/>
    <w:rsid w:val="0087474E"/>
    <w:rsid w:val="008779A3"/>
    <w:rsid w:val="00880666"/>
    <w:rsid w:val="00883893"/>
    <w:rsid w:val="0089150A"/>
    <w:rsid w:val="00892167"/>
    <w:rsid w:val="008927DA"/>
    <w:rsid w:val="008976C9"/>
    <w:rsid w:val="008A30DA"/>
    <w:rsid w:val="008A4107"/>
    <w:rsid w:val="008A7336"/>
    <w:rsid w:val="008B08ED"/>
    <w:rsid w:val="008C47FC"/>
    <w:rsid w:val="008C50C2"/>
    <w:rsid w:val="008D4112"/>
    <w:rsid w:val="008D4CC2"/>
    <w:rsid w:val="008D6B44"/>
    <w:rsid w:val="008D768C"/>
    <w:rsid w:val="008E4D78"/>
    <w:rsid w:val="008E524D"/>
    <w:rsid w:val="008E6726"/>
    <w:rsid w:val="008F0D52"/>
    <w:rsid w:val="008F5110"/>
    <w:rsid w:val="008F610C"/>
    <w:rsid w:val="008F7FAD"/>
    <w:rsid w:val="0090154A"/>
    <w:rsid w:val="00911B23"/>
    <w:rsid w:val="00916250"/>
    <w:rsid w:val="00920752"/>
    <w:rsid w:val="0092160F"/>
    <w:rsid w:val="00921896"/>
    <w:rsid w:val="00923DAD"/>
    <w:rsid w:val="00925619"/>
    <w:rsid w:val="00930A41"/>
    <w:rsid w:val="00931690"/>
    <w:rsid w:val="00931A2C"/>
    <w:rsid w:val="0094291C"/>
    <w:rsid w:val="00956453"/>
    <w:rsid w:val="00960332"/>
    <w:rsid w:val="0096271D"/>
    <w:rsid w:val="00963861"/>
    <w:rsid w:val="0096469B"/>
    <w:rsid w:val="009654A6"/>
    <w:rsid w:val="009738AC"/>
    <w:rsid w:val="009759C8"/>
    <w:rsid w:val="009760F7"/>
    <w:rsid w:val="00982925"/>
    <w:rsid w:val="0098451E"/>
    <w:rsid w:val="00990ECD"/>
    <w:rsid w:val="009913A4"/>
    <w:rsid w:val="00994607"/>
    <w:rsid w:val="009A189C"/>
    <w:rsid w:val="009A296C"/>
    <w:rsid w:val="009A33C3"/>
    <w:rsid w:val="009A3679"/>
    <w:rsid w:val="009A3EBD"/>
    <w:rsid w:val="009A512B"/>
    <w:rsid w:val="009A5136"/>
    <w:rsid w:val="009A76C4"/>
    <w:rsid w:val="009B2A96"/>
    <w:rsid w:val="009B5397"/>
    <w:rsid w:val="009B5435"/>
    <w:rsid w:val="009B785A"/>
    <w:rsid w:val="009B7C08"/>
    <w:rsid w:val="009C187A"/>
    <w:rsid w:val="009C1E07"/>
    <w:rsid w:val="009C26C1"/>
    <w:rsid w:val="009C273E"/>
    <w:rsid w:val="009D0063"/>
    <w:rsid w:val="009D011E"/>
    <w:rsid w:val="009D0352"/>
    <w:rsid w:val="009D0F7D"/>
    <w:rsid w:val="009D2107"/>
    <w:rsid w:val="009D70C4"/>
    <w:rsid w:val="009E1EEC"/>
    <w:rsid w:val="009E3030"/>
    <w:rsid w:val="009E4A9D"/>
    <w:rsid w:val="009F0CFB"/>
    <w:rsid w:val="009F126A"/>
    <w:rsid w:val="009F2FB9"/>
    <w:rsid w:val="009F5158"/>
    <w:rsid w:val="009F7FC0"/>
    <w:rsid w:val="00A06C4C"/>
    <w:rsid w:val="00A12EAC"/>
    <w:rsid w:val="00A14361"/>
    <w:rsid w:val="00A2236B"/>
    <w:rsid w:val="00A223FA"/>
    <w:rsid w:val="00A2245A"/>
    <w:rsid w:val="00A22A13"/>
    <w:rsid w:val="00A30812"/>
    <w:rsid w:val="00A32031"/>
    <w:rsid w:val="00A322CE"/>
    <w:rsid w:val="00A340B0"/>
    <w:rsid w:val="00A35165"/>
    <w:rsid w:val="00A3600D"/>
    <w:rsid w:val="00A3708A"/>
    <w:rsid w:val="00A4383F"/>
    <w:rsid w:val="00A43A7F"/>
    <w:rsid w:val="00A45E3F"/>
    <w:rsid w:val="00A472CA"/>
    <w:rsid w:val="00A47C15"/>
    <w:rsid w:val="00A537C6"/>
    <w:rsid w:val="00A557F9"/>
    <w:rsid w:val="00A61FF2"/>
    <w:rsid w:val="00A652F0"/>
    <w:rsid w:val="00A67829"/>
    <w:rsid w:val="00A67C49"/>
    <w:rsid w:val="00A73002"/>
    <w:rsid w:val="00A76BD2"/>
    <w:rsid w:val="00A7774C"/>
    <w:rsid w:val="00A80357"/>
    <w:rsid w:val="00A820DD"/>
    <w:rsid w:val="00A84F12"/>
    <w:rsid w:val="00A85F99"/>
    <w:rsid w:val="00A86C2A"/>
    <w:rsid w:val="00A87A1F"/>
    <w:rsid w:val="00A87B64"/>
    <w:rsid w:val="00A9494C"/>
    <w:rsid w:val="00A9794A"/>
    <w:rsid w:val="00AA0BEB"/>
    <w:rsid w:val="00AA2164"/>
    <w:rsid w:val="00AA5693"/>
    <w:rsid w:val="00AA63D2"/>
    <w:rsid w:val="00AA6D0D"/>
    <w:rsid w:val="00AB62B1"/>
    <w:rsid w:val="00AB78EA"/>
    <w:rsid w:val="00AC4446"/>
    <w:rsid w:val="00AC7099"/>
    <w:rsid w:val="00AD4014"/>
    <w:rsid w:val="00AD4FF7"/>
    <w:rsid w:val="00AD6407"/>
    <w:rsid w:val="00AD6665"/>
    <w:rsid w:val="00AE135D"/>
    <w:rsid w:val="00AE2ADC"/>
    <w:rsid w:val="00AF0373"/>
    <w:rsid w:val="00AF24D5"/>
    <w:rsid w:val="00AF3847"/>
    <w:rsid w:val="00AF3AD9"/>
    <w:rsid w:val="00AF499C"/>
    <w:rsid w:val="00AF4FAD"/>
    <w:rsid w:val="00AF5797"/>
    <w:rsid w:val="00AF6100"/>
    <w:rsid w:val="00AF7B3F"/>
    <w:rsid w:val="00B10211"/>
    <w:rsid w:val="00B10305"/>
    <w:rsid w:val="00B11244"/>
    <w:rsid w:val="00B11FE0"/>
    <w:rsid w:val="00B14296"/>
    <w:rsid w:val="00B1636B"/>
    <w:rsid w:val="00B2145F"/>
    <w:rsid w:val="00B21756"/>
    <w:rsid w:val="00B23758"/>
    <w:rsid w:val="00B23BCC"/>
    <w:rsid w:val="00B26FA1"/>
    <w:rsid w:val="00B306A0"/>
    <w:rsid w:val="00B30C36"/>
    <w:rsid w:val="00B31491"/>
    <w:rsid w:val="00B3389F"/>
    <w:rsid w:val="00B364F9"/>
    <w:rsid w:val="00B36F2C"/>
    <w:rsid w:val="00B44AC5"/>
    <w:rsid w:val="00B44AE3"/>
    <w:rsid w:val="00B5083E"/>
    <w:rsid w:val="00B51803"/>
    <w:rsid w:val="00B52BB5"/>
    <w:rsid w:val="00B568A4"/>
    <w:rsid w:val="00B575DA"/>
    <w:rsid w:val="00B6071D"/>
    <w:rsid w:val="00B61271"/>
    <w:rsid w:val="00B6174A"/>
    <w:rsid w:val="00B630CA"/>
    <w:rsid w:val="00B644D2"/>
    <w:rsid w:val="00B65A99"/>
    <w:rsid w:val="00B67008"/>
    <w:rsid w:val="00B70CAA"/>
    <w:rsid w:val="00B74E3A"/>
    <w:rsid w:val="00B75797"/>
    <w:rsid w:val="00B818FD"/>
    <w:rsid w:val="00B828A0"/>
    <w:rsid w:val="00B8490C"/>
    <w:rsid w:val="00B90D52"/>
    <w:rsid w:val="00B90ED0"/>
    <w:rsid w:val="00B9131C"/>
    <w:rsid w:val="00B97C56"/>
    <w:rsid w:val="00BA4088"/>
    <w:rsid w:val="00BA5E43"/>
    <w:rsid w:val="00BB04F0"/>
    <w:rsid w:val="00BB4521"/>
    <w:rsid w:val="00BB5107"/>
    <w:rsid w:val="00BC04CA"/>
    <w:rsid w:val="00BC12EB"/>
    <w:rsid w:val="00BC64BF"/>
    <w:rsid w:val="00BC799A"/>
    <w:rsid w:val="00BC79FC"/>
    <w:rsid w:val="00BD6EB3"/>
    <w:rsid w:val="00BD7ABA"/>
    <w:rsid w:val="00BE0DB4"/>
    <w:rsid w:val="00BE6A50"/>
    <w:rsid w:val="00BE74AF"/>
    <w:rsid w:val="00BF0AA1"/>
    <w:rsid w:val="00BF6C5F"/>
    <w:rsid w:val="00BF7E88"/>
    <w:rsid w:val="00C00140"/>
    <w:rsid w:val="00C001C1"/>
    <w:rsid w:val="00C04086"/>
    <w:rsid w:val="00C1212E"/>
    <w:rsid w:val="00C13530"/>
    <w:rsid w:val="00C1428B"/>
    <w:rsid w:val="00C17D2D"/>
    <w:rsid w:val="00C17E04"/>
    <w:rsid w:val="00C22C53"/>
    <w:rsid w:val="00C24B7E"/>
    <w:rsid w:val="00C251DB"/>
    <w:rsid w:val="00C25C11"/>
    <w:rsid w:val="00C27170"/>
    <w:rsid w:val="00C2728B"/>
    <w:rsid w:val="00C314E7"/>
    <w:rsid w:val="00C3547B"/>
    <w:rsid w:val="00C37E90"/>
    <w:rsid w:val="00C448D1"/>
    <w:rsid w:val="00C44A13"/>
    <w:rsid w:val="00C44B5A"/>
    <w:rsid w:val="00C51AC1"/>
    <w:rsid w:val="00C52064"/>
    <w:rsid w:val="00C53215"/>
    <w:rsid w:val="00C54EFF"/>
    <w:rsid w:val="00C56E45"/>
    <w:rsid w:val="00C613BC"/>
    <w:rsid w:val="00C62061"/>
    <w:rsid w:val="00C744BB"/>
    <w:rsid w:val="00C75191"/>
    <w:rsid w:val="00C76DF0"/>
    <w:rsid w:val="00C76E73"/>
    <w:rsid w:val="00C776CE"/>
    <w:rsid w:val="00C77879"/>
    <w:rsid w:val="00C77F72"/>
    <w:rsid w:val="00C863AD"/>
    <w:rsid w:val="00C87C4C"/>
    <w:rsid w:val="00C940C0"/>
    <w:rsid w:val="00C951F4"/>
    <w:rsid w:val="00C96F1F"/>
    <w:rsid w:val="00CA0176"/>
    <w:rsid w:val="00CA6245"/>
    <w:rsid w:val="00CA6289"/>
    <w:rsid w:val="00CA64A5"/>
    <w:rsid w:val="00CA6AB3"/>
    <w:rsid w:val="00CB1101"/>
    <w:rsid w:val="00CB14F7"/>
    <w:rsid w:val="00CB1D84"/>
    <w:rsid w:val="00CB37E0"/>
    <w:rsid w:val="00CB54A6"/>
    <w:rsid w:val="00CB61E6"/>
    <w:rsid w:val="00CB6D82"/>
    <w:rsid w:val="00CC0AFF"/>
    <w:rsid w:val="00CC2042"/>
    <w:rsid w:val="00CD015B"/>
    <w:rsid w:val="00CD5B81"/>
    <w:rsid w:val="00CD6555"/>
    <w:rsid w:val="00CD77F0"/>
    <w:rsid w:val="00CD7BFD"/>
    <w:rsid w:val="00CE0C8D"/>
    <w:rsid w:val="00CE5F42"/>
    <w:rsid w:val="00CE6867"/>
    <w:rsid w:val="00CE6F99"/>
    <w:rsid w:val="00CF068E"/>
    <w:rsid w:val="00CF15D2"/>
    <w:rsid w:val="00CF1AEC"/>
    <w:rsid w:val="00CF6327"/>
    <w:rsid w:val="00CF7A4B"/>
    <w:rsid w:val="00D002BE"/>
    <w:rsid w:val="00D0033D"/>
    <w:rsid w:val="00D0442F"/>
    <w:rsid w:val="00D0627F"/>
    <w:rsid w:val="00D06C8F"/>
    <w:rsid w:val="00D06F47"/>
    <w:rsid w:val="00D17D9C"/>
    <w:rsid w:val="00D2072E"/>
    <w:rsid w:val="00D21197"/>
    <w:rsid w:val="00D2121A"/>
    <w:rsid w:val="00D243EC"/>
    <w:rsid w:val="00D3514A"/>
    <w:rsid w:val="00D42F55"/>
    <w:rsid w:val="00D43DF2"/>
    <w:rsid w:val="00D44019"/>
    <w:rsid w:val="00D4593B"/>
    <w:rsid w:val="00D56A34"/>
    <w:rsid w:val="00D57E14"/>
    <w:rsid w:val="00D60233"/>
    <w:rsid w:val="00D641CB"/>
    <w:rsid w:val="00D656D1"/>
    <w:rsid w:val="00D66A0F"/>
    <w:rsid w:val="00D71A6D"/>
    <w:rsid w:val="00D74F6C"/>
    <w:rsid w:val="00D7605F"/>
    <w:rsid w:val="00D81700"/>
    <w:rsid w:val="00D84543"/>
    <w:rsid w:val="00D922EC"/>
    <w:rsid w:val="00D928E8"/>
    <w:rsid w:val="00D92E51"/>
    <w:rsid w:val="00D953EA"/>
    <w:rsid w:val="00D95405"/>
    <w:rsid w:val="00DA4AD8"/>
    <w:rsid w:val="00DA724C"/>
    <w:rsid w:val="00DB0093"/>
    <w:rsid w:val="00DB283F"/>
    <w:rsid w:val="00DB735E"/>
    <w:rsid w:val="00DC1672"/>
    <w:rsid w:val="00DC2053"/>
    <w:rsid w:val="00DC3A4E"/>
    <w:rsid w:val="00DC65E0"/>
    <w:rsid w:val="00DC7DF7"/>
    <w:rsid w:val="00DD3A69"/>
    <w:rsid w:val="00DE11B0"/>
    <w:rsid w:val="00DE1341"/>
    <w:rsid w:val="00DE151C"/>
    <w:rsid w:val="00DE2256"/>
    <w:rsid w:val="00DE33C3"/>
    <w:rsid w:val="00DE6066"/>
    <w:rsid w:val="00DF0F58"/>
    <w:rsid w:val="00DF4DA5"/>
    <w:rsid w:val="00DF602F"/>
    <w:rsid w:val="00E015EE"/>
    <w:rsid w:val="00E029A6"/>
    <w:rsid w:val="00E10D29"/>
    <w:rsid w:val="00E12C9C"/>
    <w:rsid w:val="00E134E2"/>
    <w:rsid w:val="00E13927"/>
    <w:rsid w:val="00E21781"/>
    <w:rsid w:val="00E22B7D"/>
    <w:rsid w:val="00E23DBB"/>
    <w:rsid w:val="00E24AC3"/>
    <w:rsid w:val="00E256F4"/>
    <w:rsid w:val="00E25A27"/>
    <w:rsid w:val="00E30649"/>
    <w:rsid w:val="00E31AF3"/>
    <w:rsid w:val="00E32177"/>
    <w:rsid w:val="00E324D7"/>
    <w:rsid w:val="00E330F9"/>
    <w:rsid w:val="00E332D3"/>
    <w:rsid w:val="00E34F43"/>
    <w:rsid w:val="00E378F8"/>
    <w:rsid w:val="00E37FCD"/>
    <w:rsid w:val="00E422BD"/>
    <w:rsid w:val="00E444AC"/>
    <w:rsid w:val="00E4470C"/>
    <w:rsid w:val="00E473B9"/>
    <w:rsid w:val="00E508DA"/>
    <w:rsid w:val="00E511FA"/>
    <w:rsid w:val="00E552C5"/>
    <w:rsid w:val="00E56D2E"/>
    <w:rsid w:val="00E60D47"/>
    <w:rsid w:val="00E639BA"/>
    <w:rsid w:val="00E653C3"/>
    <w:rsid w:val="00E65806"/>
    <w:rsid w:val="00E65865"/>
    <w:rsid w:val="00E66E33"/>
    <w:rsid w:val="00E70311"/>
    <w:rsid w:val="00E740E3"/>
    <w:rsid w:val="00E77F3B"/>
    <w:rsid w:val="00E80D04"/>
    <w:rsid w:val="00E80F53"/>
    <w:rsid w:val="00E814DD"/>
    <w:rsid w:val="00E8264C"/>
    <w:rsid w:val="00E866E4"/>
    <w:rsid w:val="00E960FE"/>
    <w:rsid w:val="00E96E3A"/>
    <w:rsid w:val="00EA195E"/>
    <w:rsid w:val="00EB07F9"/>
    <w:rsid w:val="00EB68C3"/>
    <w:rsid w:val="00EB7752"/>
    <w:rsid w:val="00EC4B66"/>
    <w:rsid w:val="00EC5019"/>
    <w:rsid w:val="00EC5192"/>
    <w:rsid w:val="00EC5B84"/>
    <w:rsid w:val="00EC7466"/>
    <w:rsid w:val="00ED277B"/>
    <w:rsid w:val="00ED36A2"/>
    <w:rsid w:val="00ED71A8"/>
    <w:rsid w:val="00EE08CA"/>
    <w:rsid w:val="00EE26D9"/>
    <w:rsid w:val="00EE2F0C"/>
    <w:rsid w:val="00EE392E"/>
    <w:rsid w:val="00EE48DB"/>
    <w:rsid w:val="00EE56E9"/>
    <w:rsid w:val="00EF0911"/>
    <w:rsid w:val="00EF0FDA"/>
    <w:rsid w:val="00EF485D"/>
    <w:rsid w:val="00F00F1F"/>
    <w:rsid w:val="00F012F5"/>
    <w:rsid w:val="00F036F3"/>
    <w:rsid w:val="00F05DC4"/>
    <w:rsid w:val="00F064BF"/>
    <w:rsid w:val="00F07092"/>
    <w:rsid w:val="00F13132"/>
    <w:rsid w:val="00F139AE"/>
    <w:rsid w:val="00F16E74"/>
    <w:rsid w:val="00F179A1"/>
    <w:rsid w:val="00F26CB5"/>
    <w:rsid w:val="00F27F6B"/>
    <w:rsid w:val="00F31A44"/>
    <w:rsid w:val="00F33E72"/>
    <w:rsid w:val="00F3434E"/>
    <w:rsid w:val="00F35D4E"/>
    <w:rsid w:val="00F37E21"/>
    <w:rsid w:val="00F40189"/>
    <w:rsid w:val="00F42968"/>
    <w:rsid w:val="00F4311B"/>
    <w:rsid w:val="00F440D4"/>
    <w:rsid w:val="00F44318"/>
    <w:rsid w:val="00F510AA"/>
    <w:rsid w:val="00F530A2"/>
    <w:rsid w:val="00F57F41"/>
    <w:rsid w:val="00F6205A"/>
    <w:rsid w:val="00F63346"/>
    <w:rsid w:val="00F64978"/>
    <w:rsid w:val="00F7183C"/>
    <w:rsid w:val="00F75359"/>
    <w:rsid w:val="00F823A0"/>
    <w:rsid w:val="00F83D4D"/>
    <w:rsid w:val="00F85B2E"/>
    <w:rsid w:val="00F865D3"/>
    <w:rsid w:val="00F9057B"/>
    <w:rsid w:val="00F97147"/>
    <w:rsid w:val="00FA259B"/>
    <w:rsid w:val="00FA35D1"/>
    <w:rsid w:val="00FA45F4"/>
    <w:rsid w:val="00FA7676"/>
    <w:rsid w:val="00FB10A5"/>
    <w:rsid w:val="00FB3F61"/>
    <w:rsid w:val="00FB581B"/>
    <w:rsid w:val="00FC14CD"/>
    <w:rsid w:val="00FC2163"/>
    <w:rsid w:val="00FC4B03"/>
    <w:rsid w:val="00FC6B4D"/>
    <w:rsid w:val="00FC7125"/>
    <w:rsid w:val="00FD03C9"/>
    <w:rsid w:val="00FD5FB6"/>
    <w:rsid w:val="00FD66F5"/>
    <w:rsid w:val="00FE0140"/>
    <w:rsid w:val="00FE0EB8"/>
    <w:rsid w:val="00FE5E46"/>
    <w:rsid w:val="00FF051F"/>
    <w:rsid w:val="00FF2485"/>
    <w:rsid w:val="00FF61AB"/>
    <w:rsid w:val="00FF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4415CF2"/>
  <w14:defaultImageDpi w14:val="300"/>
  <w15:docId w15:val="{49F23253-4BBC-4B9F-AEB5-2083E027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ill Alt One MT Light" w:eastAsia="Times New Roman" w:hAnsi="Gill Alt One MT Light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62BB"/>
    <w:pPr>
      <w:widowControl w:val="0"/>
      <w:spacing w:after="180" w:line="288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DB518B"/>
    <w:pPr>
      <w:keepNext/>
      <w:numPr>
        <w:numId w:val="2"/>
      </w:numPr>
      <w:outlineLvl w:val="0"/>
    </w:pPr>
    <w:rPr>
      <w:sz w:val="12"/>
      <w:u w:val="doub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240" w:lineRule="auto"/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TabelleKopfSP">
    <w:name w:val="Tabelle Kopf_SP"/>
    <w:basedOn w:val="Standard"/>
    <w:qFormat/>
    <w:rsid w:val="009B47C0"/>
    <w:pPr>
      <w:spacing w:after="0" w:line="240" w:lineRule="auto"/>
    </w:pPr>
    <w:rPr>
      <w:rFonts w:ascii="Gill Alt One MT" w:hAnsi="Gill Alt One MT"/>
      <w:sz w:val="20"/>
    </w:rPr>
  </w:style>
  <w:style w:type="paragraph" w:styleId="Textkrper">
    <w:name w:val="Body Text"/>
    <w:basedOn w:val="Standard"/>
    <w:semiHidden/>
    <w:pPr>
      <w:framePr w:w="2013" w:hSpace="141" w:wrap="around" w:vAnchor="text" w:hAnchor="page" w:x="9218" w:y="219"/>
      <w:widowControl/>
      <w:ind w:right="409"/>
      <w:jc w:val="center"/>
    </w:pPr>
    <w:rPr>
      <w:sz w:val="16"/>
    </w:rPr>
  </w:style>
  <w:style w:type="character" w:styleId="Hyperlink">
    <w:name w:val="Hyperlink"/>
    <w:semiHidden/>
    <w:rPr>
      <w:color w:val="0000FF"/>
      <w:u w:val="single"/>
    </w:rPr>
  </w:style>
  <w:style w:type="character" w:styleId="BesuchterLink">
    <w:name w:val="FollowedHyperlink"/>
    <w:semiHidden/>
    <w:rPr>
      <w:color w:val="800080"/>
      <w:u w:val="single"/>
    </w:rPr>
  </w:style>
  <w:style w:type="paragraph" w:customStyle="1" w:styleId="TabelleInhaltSP">
    <w:name w:val="Tabelle Inhalt_SP"/>
    <w:basedOn w:val="Standard"/>
    <w:qFormat/>
    <w:rsid w:val="00CB124A"/>
    <w:pPr>
      <w:spacing w:after="0" w:line="240" w:lineRule="auto"/>
    </w:pPr>
    <w:rPr>
      <w:sz w:val="20"/>
    </w:rPr>
  </w:style>
  <w:style w:type="paragraph" w:styleId="Unterschrift">
    <w:name w:val="Signature"/>
    <w:basedOn w:val="Standard"/>
    <w:semiHidden/>
    <w:pPr>
      <w:spacing w:before="400"/>
    </w:pPr>
  </w:style>
  <w:style w:type="paragraph" w:customStyle="1" w:styleId="BildunterschriftSP">
    <w:name w:val="Bildunterschrift_SP"/>
    <w:basedOn w:val="Standard"/>
    <w:next w:val="Standard"/>
    <w:qFormat/>
    <w:rsid w:val="0074112A"/>
    <w:pPr>
      <w:spacing w:after="240" w:line="240" w:lineRule="auto"/>
    </w:pPr>
    <w:rPr>
      <w:i/>
      <w:sz w:val="18"/>
      <w:szCs w:val="18"/>
    </w:rPr>
  </w:style>
  <w:style w:type="paragraph" w:customStyle="1" w:styleId="TabellenunterschriftSP">
    <w:name w:val="Tabellenunterschrift_SP"/>
    <w:basedOn w:val="BildunterschriftSP"/>
    <w:next w:val="Standard"/>
    <w:qFormat/>
    <w:rsid w:val="00AC03A8"/>
    <w:pPr>
      <w:spacing w:before="180"/>
    </w:pPr>
  </w:style>
  <w:style w:type="table" w:styleId="Tabellenraster">
    <w:name w:val="Table Grid"/>
    <w:basedOn w:val="NormaleTabelle"/>
    <w:uiPriority w:val="59"/>
    <w:locked/>
    <w:rsid w:val="00075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zeileSP">
    <w:name w:val="Adresszeile_SP"/>
    <w:basedOn w:val="Standard"/>
    <w:link w:val="AdresszeileSPZchn"/>
    <w:qFormat/>
    <w:rsid w:val="005841BB"/>
    <w:pPr>
      <w:widowControl/>
      <w:spacing w:line="240" w:lineRule="auto"/>
    </w:pPr>
    <w:rPr>
      <w:rFonts w:ascii="Gill Alt One MT" w:hAnsi="Gill Alt One MT"/>
      <w:sz w:val="12"/>
      <w:szCs w:val="14"/>
    </w:rPr>
  </w:style>
  <w:style w:type="character" w:customStyle="1" w:styleId="AdresszeileSPZchn">
    <w:name w:val="Adresszeile_SP Zchn"/>
    <w:link w:val="AdresszeileSP"/>
    <w:rsid w:val="005841BB"/>
    <w:rPr>
      <w:rFonts w:ascii="Gill Alt One MT" w:hAnsi="Gill Alt One MT"/>
      <w:sz w:val="12"/>
      <w:szCs w:val="14"/>
    </w:rPr>
  </w:style>
  <w:style w:type="paragraph" w:customStyle="1" w:styleId="AdressfeldSP">
    <w:name w:val="Adressfeld_SP"/>
    <w:basedOn w:val="Standard"/>
    <w:link w:val="AdressfeldSPZchn"/>
    <w:qFormat/>
    <w:rsid w:val="00712EC5"/>
    <w:pPr>
      <w:framePr w:hSpace="142" w:wrap="around" w:vAnchor="page" w:hAnchor="margin" w:y="3063"/>
      <w:widowControl/>
      <w:tabs>
        <w:tab w:val="left" w:pos="10206"/>
      </w:tabs>
      <w:spacing w:after="0" w:line="240" w:lineRule="auto"/>
    </w:pPr>
    <w:rPr>
      <w:rFonts w:ascii="Gill Alt One MT" w:hAnsi="Gill Alt One MT"/>
    </w:rPr>
  </w:style>
  <w:style w:type="character" w:customStyle="1" w:styleId="AdressfeldSPZchn">
    <w:name w:val="Adressfeld_SP Zchn"/>
    <w:link w:val="AdressfeldSP"/>
    <w:rsid w:val="00712EC5"/>
    <w:rPr>
      <w:rFonts w:ascii="Gill Alt One MT" w:hAnsi="Gill Alt One MT"/>
      <w:sz w:val="22"/>
      <w:szCs w:val="22"/>
    </w:rPr>
  </w:style>
  <w:style w:type="paragraph" w:customStyle="1" w:styleId="BriefkopfSP">
    <w:name w:val="Briefkopf_SP"/>
    <w:basedOn w:val="Standard"/>
    <w:link w:val="BriefkopfSPZchn"/>
    <w:qFormat/>
    <w:rsid w:val="000736D0"/>
    <w:pPr>
      <w:widowControl/>
      <w:autoSpaceDE w:val="0"/>
      <w:autoSpaceDN w:val="0"/>
      <w:adjustRightInd w:val="0"/>
      <w:spacing w:after="0" w:line="240" w:lineRule="auto"/>
      <w:textAlignment w:val="center"/>
    </w:pPr>
    <w:rPr>
      <w:rFonts w:ascii="Gill Alt One MT" w:hAnsi="Gill Alt One MT" w:cs="Gill Alt One MT"/>
      <w:color w:val="000000"/>
      <w:sz w:val="16"/>
      <w:szCs w:val="16"/>
    </w:rPr>
  </w:style>
  <w:style w:type="character" w:customStyle="1" w:styleId="BriefkopfSPZchn">
    <w:name w:val="Briefkopf_SP Zchn"/>
    <w:link w:val="BriefkopfSP"/>
    <w:rsid w:val="00A52695"/>
    <w:rPr>
      <w:rFonts w:ascii="Gill Alt One MT" w:hAnsi="Gill Alt One MT" w:cs="Gill Alt One MT"/>
      <w:color w:val="000000"/>
      <w:sz w:val="16"/>
      <w:szCs w:val="16"/>
    </w:rPr>
  </w:style>
  <w:style w:type="paragraph" w:customStyle="1" w:styleId="FuzeileSP">
    <w:name w:val="Fußzeile_SP"/>
    <w:qFormat/>
    <w:rsid w:val="00B33522"/>
    <w:rPr>
      <w:sz w:val="16"/>
      <w:szCs w:val="16"/>
    </w:rPr>
  </w:style>
  <w:style w:type="numbering" w:customStyle="1" w:styleId="Aufzhlung">
    <w:name w:val="Aufzählung"/>
    <w:basedOn w:val="KeineListe"/>
    <w:uiPriority w:val="99"/>
    <w:locked/>
    <w:rsid w:val="00DB518B"/>
    <w:pPr>
      <w:numPr>
        <w:numId w:val="1"/>
      </w:numPr>
    </w:pPr>
  </w:style>
  <w:style w:type="paragraph" w:styleId="Aufzhlungszeichen">
    <w:name w:val="List Bullet"/>
    <w:basedOn w:val="Standard"/>
    <w:uiPriority w:val="99"/>
    <w:semiHidden/>
    <w:unhideWhenUsed/>
    <w:rsid w:val="00DB518B"/>
    <w:p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DB518B"/>
    <w:pPr>
      <w:contextualSpacing/>
    </w:pPr>
  </w:style>
  <w:style w:type="character" w:customStyle="1" w:styleId="berschrift1Zchn">
    <w:name w:val="Überschrift 1 Zchn"/>
    <w:link w:val="berschrift1"/>
    <w:rsid w:val="00B10677"/>
    <w:rPr>
      <w:sz w:val="12"/>
      <w:szCs w:val="22"/>
      <w:u w:val="double"/>
    </w:rPr>
  </w:style>
  <w:style w:type="paragraph" w:customStyle="1" w:styleId="TitelSP">
    <w:name w:val="Titel_SP"/>
    <w:basedOn w:val="Standard"/>
    <w:next w:val="UntertitelSP"/>
    <w:qFormat/>
    <w:rsid w:val="00AC40A6"/>
    <w:pPr>
      <w:spacing w:line="240" w:lineRule="auto"/>
      <w:jc w:val="center"/>
    </w:pPr>
    <w:rPr>
      <w:rFonts w:ascii="Gill Alt One MT" w:hAnsi="Gill Alt One MT"/>
      <w:b/>
      <w:sz w:val="48"/>
      <w:szCs w:val="56"/>
    </w:rPr>
  </w:style>
  <w:style w:type="paragraph" w:customStyle="1" w:styleId="UntertitelSP">
    <w:name w:val="Untertitel_SP"/>
    <w:basedOn w:val="TitelSP"/>
    <w:next w:val="Standard"/>
    <w:qFormat/>
    <w:rsid w:val="00AC40A6"/>
    <w:pPr>
      <w:contextualSpacing/>
    </w:pPr>
    <w:rPr>
      <w:b w:val="0"/>
      <w:sz w:val="36"/>
    </w:rPr>
  </w:style>
  <w:style w:type="paragraph" w:customStyle="1" w:styleId="berschrift1SP">
    <w:name w:val="Überschrift 1_SP"/>
    <w:basedOn w:val="Standard"/>
    <w:next w:val="Standard"/>
    <w:qFormat/>
    <w:rsid w:val="002578CF"/>
    <w:pPr>
      <w:spacing w:before="120" w:after="120"/>
    </w:pPr>
    <w:rPr>
      <w:rFonts w:ascii="Gill Alt One MT" w:hAnsi="Gill Alt One MT"/>
      <w:b/>
      <w:sz w:val="28"/>
      <w:szCs w:val="28"/>
    </w:rPr>
  </w:style>
  <w:style w:type="paragraph" w:customStyle="1" w:styleId="berschrift2SP">
    <w:name w:val="Überschrift 2_SP"/>
    <w:basedOn w:val="berschrift1SP"/>
    <w:next w:val="Standard"/>
    <w:qFormat/>
    <w:rsid w:val="00DB64A9"/>
    <w:rPr>
      <w:sz w:val="24"/>
      <w:szCs w:val="24"/>
    </w:rPr>
  </w:style>
  <w:style w:type="paragraph" w:customStyle="1" w:styleId="berschrift3SP">
    <w:name w:val="Überschrift 3_SP"/>
    <w:basedOn w:val="berschrift2SP"/>
    <w:next w:val="Standard"/>
    <w:qFormat/>
    <w:rsid w:val="00DC079A"/>
    <w:pPr>
      <w:spacing w:after="60"/>
    </w:pPr>
    <w:rPr>
      <w:b w:val="0"/>
    </w:rPr>
  </w:style>
  <w:style w:type="paragraph" w:customStyle="1" w:styleId="berschrift4SP">
    <w:name w:val="Überschrift 4_SP"/>
    <w:basedOn w:val="berschrift3SP"/>
    <w:qFormat/>
    <w:rsid w:val="00DC079A"/>
    <w:pPr>
      <w:spacing w:before="60"/>
    </w:pPr>
    <w:rPr>
      <w:sz w:val="22"/>
      <w:u w:val="single"/>
    </w:rPr>
  </w:style>
  <w:style w:type="paragraph" w:customStyle="1" w:styleId="berschrift5SP">
    <w:name w:val="Überschrift 5_SP"/>
    <w:basedOn w:val="berschrift4SP"/>
    <w:qFormat/>
    <w:rsid w:val="00DC079A"/>
    <w:rPr>
      <w:u w:val="none"/>
    </w:rPr>
  </w:style>
  <w:style w:type="paragraph" w:customStyle="1" w:styleId="Inhaltsverzeichnis1SP">
    <w:name w:val="Inhaltsverzeichnis 1_SP"/>
    <w:basedOn w:val="berschrift1SP"/>
    <w:qFormat/>
    <w:rsid w:val="000E6BE4"/>
    <w:pPr>
      <w:tabs>
        <w:tab w:val="right" w:leader="underscore" w:pos="9356"/>
      </w:tabs>
      <w:spacing w:after="60"/>
    </w:pPr>
  </w:style>
  <w:style w:type="paragraph" w:customStyle="1" w:styleId="Inhaltsverzeichnis2SP">
    <w:name w:val="Inhaltsverzeichnis 2_SP"/>
    <w:basedOn w:val="berschrift2SP"/>
    <w:qFormat/>
    <w:rsid w:val="000E6BE4"/>
    <w:pPr>
      <w:tabs>
        <w:tab w:val="right" w:leader="underscore" w:pos="9356"/>
      </w:tabs>
      <w:spacing w:before="60" w:after="60"/>
    </w:pPr>
  </w:style>
  <w:style w:type="paragraph" w:customStyle="1" w:styleId="Inhaltsverzeichnis3SP">
    <w:name w:val="Inhaltsverzeichnis 3_SP"/>
    <w:basedOn w:val="berschrift3SP"/>
    <w:qFormat/>
    <w:rsid w:val="008A6E6F"/>
    <w:pPr>
      <w:tabs>
        <w:tab w:val="right" w:leader="underscore" w:pos="9356"/>
      </w:tabs>
      <w:spacing w:before="60"/>
    </w:pPr>
  </w:style>
  <w:style w:type="paragraph" w:customStyle="1" w:styleId="Inhaltsverzeichnis4SP">
    <w:name w:val="Inhaltsverzeichnis 4_SP"/>
    <w:basedOn w:val="berschrift4SP"/>
    <w:qFormat/>
    <w:rsid w:val="00D00FA6"/>
    <w:pPr>
      <w:tabs>
        <w:tab w:val="right" w:leader="underscore" w:pos="9356"/>
      </w:tabs>
    </w:pPr>
    <w:rPr>
      <w:u w:val="none"/>
    </w:rPr>
  </w:style>
  <w:style w:type="paragraph" w:customStyle="1" w:styleId="Inhaltsverzeichnis5SP">
    <w:name w:val="Inhaltsverzeichnis 5_SP"/>
    <w:basedOn w:val="berschrift5SP"/>
    <w:qFormat/>
    <w:rsid w:val="00D00FA6"/>
    <w:pPr>
      <w:tabs>
        <w:tab w:val="right" w:leader="underscore" w:pos="9356"/>
      </w:tabs>
    </w:pPr>
  </w:style>
  <w:style w:type="paragraph" w:customStyle="1" w:styleId="KopfzeileSP">
    <w:name w:val="Kopfzeile_SP"/>
    <w:basedOn w:val="Standard"/>
    <w:qFormat/>
    <w:rsid w:val="00A76248"/>
    <w:pPr>
      <w:spacing w:line="240" w:lineRule="auto"/>
    </w:pPr>
    <w:rPr>
      <w:rFonts w:ascii="Gill Alt One MT" w:hAnsi="Gill Alt One MT"/>
      <w:caps/>
      <w:color w:val="808080"/>
      <w:sz w:val="44"/>
      <w:szCs w:val="44"/>
    </w:rPr>
  </w:style>
  <w:style w:type="paragraph" w:customStyle="1" w:styleId="FaxkopfSP">
    <w:name w:val="Faxkopf_SP"/>
    <w:basedOn w:val="berschrift2SP"/>
    <w:qFormat/>
    <w:rsid w:val="00127428"/>
    <w:rPr>
      <w:b w:val="0"/>
    </w:rPr>
  </w:style>
  <w:style w:type="numbering" w:customStyle="1" w:styleId="AufzhlungSP">
    <w:name w:val="Aufzählung_SP"/>
    <w:uiPriority w:val="99"/>
    <w:rsid w:val="00ED68D4"/>
    <w:pPr>
      <w:numPr>
        <w:numId w:val="3"/>
      </w:numPr>
    </w:pPr>
  </w:style>
  <w:style w:type="numbering" w:customStyle="1" w:styleId="NummerierungSP">
    <w:name w:val="Nummerierung_SP"/>
    <w:uiPriority w:val="99"/>
    <w:rsid w:val="00835F37"/>
    <w:pPr>
      <w:numPr>
        <w:numId w:val="4"/>
      </w:numPr>
    </w:pPr>
  </w:style>
  <w:style w:type="paragraph" w:customStyle="1" w:styleId="Aufzhlung1SP">
    <w:name w:val="Aufzählung 1_SP"/>
    <w:basedOn w:val="Standard"/>
    <w:qFormat/>
    <w:rsid w:val="00341327"/>
    <w:pPr>
      <w:numPr>
        <w:numId w:val="6"/>
      </w:numPr>
    </w:pPr>
  </w:style>
  <w:style w:type="paragraph" w:customStyle="1" w:styleId="Aufzhlung2SP">
    <w:name w:val="Aufzählung 2_SP"/>
    <w:basedOn w:val="Standard"/>
    <w:qFormat/>
    <w:rsid w:val="00341327"/>
    <w:pPr>
      <w:numPr>
        <w:ilvl w:val="1"/>
        <w:numId w:val="6"/>
      </w:numPr>
    </w:pPr>
  </w:style>
  <w:style w:type="paragraph" w:customStyle="1" w:styleId="Aufzhlung3SP">
    <w:name w:val="Aufzählung 3_SP"/>
    <w:basedOn w:val="Standard"/>
    <w:qFormat/>
    <w:rsid w:val="00341327"/>
    <w:pPr>
      <w:numPr>
        <w:ilvl w:val="2"/>
        <w:numId w:val="6"/>
      </w:numPr>
    </w:pPr>
  </w:style>
  <w:style w:type="paragraph" w:customStyle="1" w:styleId="Aufzhlung4SP">
    <w:name w:val="Aufzählung 4_SP"/>
    <w:basedOn w:val="Standard"/>
    <w:qFormat/>
    <w:rsid w:val="00341327"/>
    <w:pPr>
      <w:numPr>
        <w:ilvl w:val="3"/>
        <w:numId w:val="6"/>
      </w:numPr>
    </w:pPr>
  </w:style>
  <w:style w:type="paragraph" w:customStyle="1" w:styleId="Aufzhlung5SP">
    <w:name w:val="Aufzählung 5_SP"/>
    <w:basedOn w:val="Standard"/>
    <w:qFormat/>
    <w:rsid w:val="00341327"/>
    <w:pPr>
      <w:numPr>
        <w:ilvl w:val="4"/>
        <w:numId w:val="6"/>
      </w:numPr>
    </w:pPr>
  </w:style>
  <w:style w:type="paragraph" w:customStyle="1" w:styleId="Nummerierung1SP">
    <w:name w:val="Nummerierung 1_SP"/>
    <w:basedOn w:val="Standard"/>
    <w:qFormat/>
    <w:rsid w:val="00341327"/>
    <w:pPr>
      <w:numPr>
        <w:numId w:val="5"/>
      </w:numPr>
    </w:pPr>
  </w:style>
  <w:style w:type="paragraph" w:customStyle="1" w:styleId="Nummerierung2SP">
    <w:name w:val="Nummerierung 2_SP"/>
    <w:basedOn w:val="Standard"/>
    <w:qFormat/>
    <w:rsid w:val="00341327"/>
    <w:pPr>
      <w:numPr>
        <w:ilvl w:val="1"/>
        <w:numId w:val="5"/>
      </w:numPr>
    </w:pPr>
  </w:style>
  <w:style w:type="paragraph" w:customStyle="1" w:styleId="Nummerierung3SP">
    <w:name w:val="Nummerierung 3_SP"/>
    <w:basedOn w:val="Standard"/>
    <w:qFormat/>
    <w:rsid w:val="00341327"/>
    <w:pPr>
      <w:numPr>
        <w:ilvl w:val="2"/>
        <w:numId w:val="5"/>
      </w:numPr>
    </w:pPr>
  </w:style>
  <w:style w:type="paragraph" w:customStyle="1" w:styleId="Flietext">
    <w:name w:val="Fließtext"/>
    <w:basedOn w:val="Standard"/>
    <w:rsid w:val="00394CB6"/>
    <w:pPr>
      <w:widowControl/>
      <w:spacing w:after="0" w:line="312" w:lineRule="auto"/>
      <w:ind w:right="1984"/>
      <w:jc w:val="both"/>
    </w:pPr>
    <w:rPr>
      <w:rFonts w:ascii="Gill Sans MT" w:hAnsi="Gill Sans MT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3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93E65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1E22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225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225C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225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E225C"/>
    <w:rPr>
      <w:b/>
      <w:bCs/>
    </w:rPr>
  </w:style>
  <w:style w:type="paragraph" w:customStyle="1" w:styleId="HelleListe-Akzent31">
    <w:name w:val="Helle Liste - Akzent 31"/>
    <w:hidden/>
    <w:uiPriority w:val="99"/>
    <w:semiHidden/>
    <w:rsid w:val="00A744A5"/>
    <w:rPr>
      <w:sz w:val="22"/>
      <w:szCs w:val="22"/>
    </w:rPr>
  </w:style>
  <w:style w:type="paragraph" w:customStyle="1" w:styleId="MittlereListe1-Akzent41">
    <w:name w:val="Mittlere Liste 1 - Akzent 41"/>
    <w:hidden/>
    <w:uiPriority w:val="99"/>
    <w:semiHidden/>
    <w:rsid w:val="00C77F72"/>
    <w:rPr>
      <w:sz w:val="22"/>
      <w:szCs w:val="22"/>
    </w:rPr>
  </w:style>
  <w:style w:type="paragraph" w:customStyle="1" w:styleId="FarbigeSchattierung-Akzent11">
    <w:name w:val="Farbige Schattierung - Akzent 11"/>
    <w:hidden/>
    <w:uiPriority w:val="99"/>
    <w:semiHidden/>
    <w:rsid w:val="00DE6066"/>
    <w:rPr>
      <w:sz w:val="22"/>
      <w:szCs w:val="22"/>
    </w:rPr>
  </w:style>
  <w:style w:type="paragraph" w:customStyle="1" w:styleId="FarbigeListe-Akzent11">
    <w:name w:val="Farbige Liste - Akzent 11"/>
    <w:basedOn w:val="Standard"/>
    <w:uiPriority w:val="34"/>
    <w:qFormat/>
    <w:rsid w:val="002B38F6"/>
    <w:pPr>
      <w:ind w:left="708"/>
    </w:pPr>
  </w:style>
  <w:style w:type="paragraph" w:styleId="StandardWeb">
    <w:name w:val="Normal (Web)"/>
    <w:basedOn w:val="Standard"/>
    <w:uiPriority w:val="99"/>
    <w:semiHidden/>
    <w:unhideWhenUsed/>
    <w:rsid w:val="002B38F6"/>
    <w:rPr>
      <w:rFonts w:ascii="Times New Roman" w:hAnsi="Times New Roman"/>
      <w:sz w:val="24"/>
      <w:szCs w:val="24"/>
    </w:rPr>
  </w:style>
  <w:style w:type="paragraph" w:styleId="berarbeitung">
    <w:name w:val="Revision"/>
    <w:hidden/>
    <w:uiPriority w:val="99"/>
    <w:semiHidden/>
    <w:rsid w:val="00F05DC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56920">
          <w:marLeft w:val="1195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72056">
          <w:marLeft w:val="389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4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8309">
          <w:marLeft w:val="1195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208">
          <w:marLeft w:val="1195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9221">
          <w:marLeft w:val="1195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user\Marketing\PR\2013\Vorlage_Presseinfo_2013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F1A32-2249-498D-869C-1F660D377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Vorlage_Presseinfo_2013.dotx</Template>
  <TotalTime>0</TotalTime>
  <Pages>2</Pages>
  <Words>494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Praxisinfo F10 LED für IEE</vt:lpstr>
    </vt:vector>
  </TitlesOfParts>
  <Company>Text &amp; Co.</Company>
  <LinksUpToDate>false</LinksUpToDate>
  <CharactersWithSpaces>3867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Praxisinfo F10 LED für IEE</dc:title>
  <dc:subject/>
  <dc:creator>Sebastian Gerber</dc:creator>
  <cp:keywords/>
  <dc:description>Version 2_x000d_Änderungen F. Ehret eingearbeitet</dc:description>
  <cp:lastModifiedBy>Strecker, Ursula</cp:lastModifiedBy>
  <cp:revision>4</cp:revision>
  <cp:lastPrinted>2014-09-30T08:50:00Z</cp:lastPrinted>
  <dcterms:created xsi:type="dcterms:W3CDTF">2018-07-24T12:23:00Z</dcterms:created>
  <dcterms:modified xsi:type="dcterms:W3CDTF">2018-07-26T10:01:00Z</dcterms:modified>
</cp:coreProperties>
</file>